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53FB0" w14:textId="77777777" w:rsidR="00891B67" w:rsidRDefault="0089684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776" behindDoc="1" locked="1" layoutInCell="1" allowOverlap="1" wp14:anchorId="5F41BDB6" wp14:editId="41D9B130">
                <wp:simplePos x="0" y="0"/>
                <wp:positionH relativeFrom="column">
                  <wp:posOffset>-81915</wp:posOffset>
                </wp:positionH>
                <wp:positionV relativeFrom="page">
                  <wp:posOffset>392430</wp:posOffset>
                </wp:positionV>
                <wp:extent cx="1371600" cy="895985"/>
                <wp:effectExtent l="0" t="0" r="0" b="5715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895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9DB154" w14:textId="7243A7EF" w:rsidR="00D0363D" w:rsidRDefault="00D0363D" w:rsidP="00D14A4E">
                            <w:pPr>
                              <w:spacing w:after="0" w:line="240" w:lineRule="auto"/>
                              <w:rPr>
                                <w:rFonts w:ascii="Emmaus" w:hAnsi="Emmaus"/>
                                <w:color w:val="154A68"/>
                                <w:sz w:val="18"/>
                                <w:szCs w:val="18"/>
                              </w:rPr>
                            </w:pPr>
                            <w:r w:rsidRPr="00D0363D">
                              <w:rPr>
                                <w:rFonts w:ascii="Emmaus" w:hAnsi="Emmaus"/>
                                <w:color w:val="154A68"/>
                                <w:sz w:val="18"/>
                                <w:szCs w:val="18"/>
                              </w:rPr>
                              <w:t>EMAUS</w:t>
                            </w:r>
                            <w:r>
                              <w:rPr>
                                <w:rFonts w:ascii="Emmaus" w:hAnsi="Emmaus"/>
                                <w:color w:val="154A68"/>
                                <w:sz w:val="18"/>
                                <w:szCs w:val="18"/>
                              </w:rPr>
                              <w:t xml:space="preserve"> EUROPA</w:t>
                            </w:r>
                          </w:p>
                          <w:p w14:paraId="7259C9EB" w14:textId="134EA85D" w:rsidR="004B0598" w:rsidRPr="00A51085" w:rsidRDefault="004B0598" w:rsidP="00D14A4E">
                            <w:pPr>
                              <w:spacing w:after="0" w:line="240" w:lineRule="auto"/>
                              <w:rPr>
                                <w:rFonts w:ascii="Emmaus" w:hAnsi="Emmaus"/>
                                <w:color w:val="154A68"/>
                                <w:sz w:val="18"/>
                                <w:szCs w:val="18"/>
                              </w:rPr>
                            </w:pPr>
                            <w:r w:rsidRPr="00A51085">
                              <w:rPr>
                                <w:rFonts w:ascii="Emmaus" w:hAnsi="Emmaus"/>
                                <w:color w:val="154A68"/>
                                <w:sz w:val="18"/>
                                <w:szCs w:val="18"/>
                              </w:rPr>
                              <w:t>47, av. de la Résistance</w:t>
                            </w:r>
                          </w:p>
                          <w:p w14:paraId="79A4439D" w14:textId="3FC7F073" w:rsidR="004B0598" w:rsidRPr="00A51085" w:rsidRDefault="004B0598" w:rsidP="00D14A4E">
                            <w:pPr>
                              <w:spacing w:after="0" w:line="240" w:lineRule="auto"/>
                              <w:rPr>
                                <w:rFonts w:ascii="Emmaus" w:hAnsi="Emmaus"/>
                                <w:color w:val="154A68"/>
                                <w:sz w:val="18"/>
                                <w:szCs w:val="18"/>
                              </w:rPr>
                            </w:pPr>
                            <w:r w:rsidRPr="00A51085">
                              <w:rPr>
                                <w:rFonts w:ascii="Emmaus" w:hAnsi="Emmaus"/>
                                <w:color w:val="154A68"/>
                                <w:sz w:val="18"/>
                                <w:szCs w:val="18"/>
                              </w:rPr>
                              <w:t>93</w:t>
                            </w:r>
                            <w:r w:rsidRPr="00A51085">
                              <w:rPr>
                                <w:rFonts w:ascii="Cambria" w:hAnsi="Cambria" w:cs="Cambria"/>
                                <w:color w:val="154A68"/>
                                <w:sz w:val="18"/>
                                <w:szCs w:val="18"/>
                              </w:rPr>
                              <w:t> </w:t>
                            </w:r>
                            <w:r w:rsidRPr="00A51085">
                              <w:rPr>
                                <w:rFonts w:ascii="Emmaus" w:hAnsi="Emmaus"/>
                                <w:color w:val="154A68"/>
                                <w:sz w:val="18"/>
                                <w:szCs w:val="18"/>
                              </w:rPr>
                              <w:t>100 Montreuil</w:t>
                            </w:r>
                            <w:r w:rsidR="00712B91">
                              <w:rPr>
                                <w:rFonts w:ascii="Emmaus" w:hAnsi="Emmaus"/>
                                <w:color w:val="154A68"/>
                                <w:sz w:val="18"/>
                                <w:szCs w:val="18"/>
                              </w:rPr>
                              <w:t xml:space="preserve"> -</w:t>
                            </w:r>
                            <w:r w:rsidRPr="00A51085">
                              <w:rPr>
                                <w:rFonts w:ascii="Emmaus" w:hAnsi="Emmaus"/>
                                <w:color w:val="154A68"/>
                                <w:sz w:val="18"/>
                                <w:szCs w:val="18"/>
                              </w:rPr>
                              <w:t xml:space="preserve"> Franc</w:t>
                            </w:r>
                            <w:r w:rsidR="00D0363D">
                              <w:rPr>
                                <w:rFonts w:ascii="Emmaus" w:hAnsi="Emmaus"/>
                                <w:color w:val="154A68"/>
                                <w:sz w:val="18"/>
                                <w:szCs w:val="18"/>
                              </w:rPr>
                              <w:t>ia</w:t>
                            </w:r>
                          </w:p>
                          <w:p w14:paraId="2DC2D8FE" w14:textId="77777777" w:rsidR="004B0598" w:rsidRPr="00A51085" w:rsidRDefault="004B0598" w:rsidP="00D14A4E">
                            <w:pPr>
                              <w:spacing w:after="0" w:line="240" w:lineRule="auto"/>
                              <w:rPr>
                                <w:rFonts w:ascii="Emmaus" w:hAnsi="Emmaus"/>
                                <w:color w:val="154A68"/>
                                <w:sz w:val="18"/>
                                <w:szCs w:val="18"/>
                              </w:rPr>
                            </w:pPr>
                            <w:r w:rsidRPr="00A51085">
                              <w:rPr>
                                <w:rFonts w:ascii="Emmaus" w:hAnsi="Emmaus"/>
                                <w:color w:val="154A68"/>
                                <w:sz w:val="18"/>
                                <w:szCs w:val="18"/>
                              </w:rPr>
                              <w:t>33(0)1 41 58 25 70</w:t>
                            </w:r>
                          </w:p>
                          <w:p w14:paraId="270B64F6" w14:textId="77777777" w:rsidR="004B0598" w:rsidRPr="00A51085" w:rsidRDefault="004B0598" w:rsidP="00D14A4E">
                            <w:pPr>
                              <w:spacing w:after="0" w:line="240" w:lineRule="auto"/>
                              <w:rPr>
                                <w:rFonts w:ascii="Emmaus" w:hAnsi="Emmaus"/>
                                <w:i/>
                                <w:iCs/>
                                <w:color w:val="154A68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A51085">
                              <w:rPr>
                                <w:rFonts w:ascii="Emmaus" w:hAnsi="Emmaus"/>
                                <w:i/>
                                <w:iCs/>
                                <w:color w:val="154A68"/>
                                <w:sz w:val="18"/>
                                <w:szCs w:val="18"/>
                                <w:u w:val="single"/>
                              </w:rPr>
                              <w:t>emmaus-europe.org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41BDB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6.45pt;margin-top:30.9pt;width:108pt;height:70.55pt;z-index:-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" stroked="f">
                <v:textbox>
                  <w:txbxContent>
                    <w:p w14:paraId="4B9DB154" w14:textId="7243A7EF" w:rsidR="00D0363D" w:rsidRDefault="00D0363D" w:rsidP="00D14A4E">
                      <w:pPr>
                        <w:spacing w:after="0" w:line="240" w:lineRule="auto"/>
                        <w:rPr>
                          <w:rFonts w:ascii="Emmaus" w:hAnsi="Emmaus"/>
                          <w:color w:val="154A68"/>
                          <w:sz w:val="18"/>
                          <w:szCs w:val="18"/>
                        </w:rPr>
                      </w:pPr>
                      <w:r w:rsidRPr="00D0363D">
                        <w:rPr>
                          <w:rFonts w:ascii="Emmaus" w:hAnsi="Emmaus"/>
                          <w:color w:val="154A68"/>
                          <w:sz w:val="18"/>
                          <w:szCs w:val="18"/>
                        </w:rPr>
                        <w:t>EMAUS</w:t>
                      </w:r>
                      <w:r>
                        <w:rPr>
                          <w:rFonts w:ascii="Emmaus" w:hAnsi="Emmaus"/>
                          <w:color w:val="154A68"/>
                          <w:sz w:val="18"/>
                          <w:szCs w:val="18"/>
                        </w:rPr>
                        <w:t xml:space="preserve"> EUROPA</w:t>
                      </w:r>
                    </w:p>
                    <w:p w14:paraId="7259C9EB" w14:textId="134EA85D" w:rsidR="004B0598" w:rsidRPr="00A51085" w:rsidRDefault="004B0598" w:rsidP="00D14A4E">
                      <w:pPr>
                        <w:spacing w:after="0" w:line="240" w:lineRule="auto"/>
                        <w:rPr>
                          <w:rFonts w:ascii="Emmaus" w:hAnsi="Emmaus"/>
                          <w:color w:val="154A68"/>
                          <w:sz w:val="18"/>
                          <w:szCs w:val="18"/>
                        </w:rPr>
                      </w:pPr>
                      <w:r w:rsidRPr="00A51085">
                        <w:rPr>
                          <w:rFonts w:ascii="Emmaus" w:hAnsi="Emmaus"/>
                          <w:color w:val="154A68"/>
                          <w:sz w:val="18"/>
                          <w:szCs w:val="18"/>
                        </w:rPr>
                        <w:t>47, av. de la Résistance</w:t>
                      </w:r>
                    </w:p>
                    <w:p w14:paraId="79A4439D" w14:textId="3FC7F073" w:rsidR="004B0598" w:rsidRPr="00A51085" w:rsidRDefault="004B0598" w:rsidP="00D14A4E">
                      <w:pPr>
                        <w:spacing w:after="0" w:line="240" w:lineRule="auto"/>
                        <w:rPr>
                          <w:rFonts w:ascii="Emmaus" w:hAnsi="Emmaus"/>
                          <w:color w:val="154A68"/>
                          <w:sz w:val="18"/>
                          <w:szCs w:val="18"/>
                        </w:rPr>
                      </w:pPr>
                      <w:r w:rsidRPr="00A51085">
                        <w:rPr>
                          <w:rFonts w:ascii="Emmaus" w:hAnsi="Emmaus"/>
                          <w:color w:val="154A68"/>
                          <w:sz w:val="18"/>
                          <w:szCs w:val="18"/>
                        </w:rPr>
                        <w:t>93</w:t>
                      </w:r>
                      <w:r w:rsidRPr="00A51085">
                        <w:rPr>
                          <w:rFonts w:ascii="Cambria" w:hAnsi="Cambria" w:cs="Cambria"/>
                          <w:color w:val="154A68"/>
                          <w:sz w:val="18"/>
                          <w:szCs w:val="18"/>
                        </w:rPr>
                        <w:t> </w:t>
                      </w:r>
                      <w:r w:rsidRPr="00A51085">
                        <w:rPr>
                          <w:rFonts w:ascii="Emmaus" w:hAnsi="Emmaus"/>
                          <w:color w:val="154A68"/>
                          <w:sz w:val="18"/>
                          <w:szCs w:val="18"/>
                        </w:rPr>
                        <w:t>100 Montreuil</w:t>
                      </w:r>
                      <w:r w:rsidR="00712B91">
                        <w:rPr>
                          <w:rFonts w:ascii="Emmaus" w:hAnsi="Emmaus"/>
                          <w:color w:val="154A68"/>
                          <w:sz w:val="18"/>
                          <w:szCs w:val="18"/>
                        </w:rPr>
                        <w:t xml:space="preserve"> -</w:t>
                      </w:r>
                      <w:r w:rsidRPr="00A51085">
                        <w:rPr>
                          <w:rFonts w:ascii="Emmaus" w:hAnsi="Emmaus"/>
                          <w:color w:val="154A68"/>
                          <w:sz w:val="18"/>
                          <w:szCs w:val="18"/>
                        </w:rPr>
                        <w:t xml:space="preserve"> Franc</w:t>
                      </w:r>
                      <w:r w:rsidR="00D0363D">
                        <w:rPr>
                          <w:rFonts w:ascii="Emmaus" w:hAnsi="Emmaus"/>
                          <w:color w:val="154A68"/>
                          <w:sz w:val="18"/>
                          <w:szCs w:val="18"/>
                        </w:rPr>
                        <w:t>ia</w:t>
                      </w:r>
                    </w:p>
                    <w:p w14:paraId="2DC2D8FE" w14:textId="77777777" w:rsidR="004B0598" w:rsidRPr="00A51085" w:rsidRDefault="004B0598" w:rsidP="00D14A4E">
                      <w:pPr>
                        <w:spacing w:after="0" w:line="240" w:lineRule="auto"/>
                        <w:rPr>
                          <w:rFonts w:ascii="Emmaus" w:hAnsi="Emmaus"/>
                          <w:color w:val="154A68"/>
                          <w:sz w:val="18"/>
                          <w:szCs w:val="18"/>
                        </w:rPr>
                      </w:pPr>
                      <w:r w:rsidRPr="00A51085">
                        <w:rPr>
                          <w:rFonts w:ascii="Emmaus" w:hAnsi="Emmaus"/>
                          <w:color w:val="154A68"/>
                          <w:sz w:val="18"/>
                          <w:szCs w:val="18"/>
                        </w:rPr>
                        <w:t>33(0)1 41 58 25 70</w:t>
                      </w:r>
                    </w:p>
                    <w:p w14:paraId="270B64F6" w14:textId="77777777" w:rsidR="004B0598" w:rsidRPr="00A51085" w:rsidRDefault="004B0598" w:rsidP="00D14A4E">
                      <w:pPr>
                        <w:spacing w:after="0" w:line="240" w:lineRule="auto"/>
                        <w:rPr>
                          <w:rFonts w:ascii="Emmaus" w:hAnsi="Emmaus"/>
                          <w:i/>
                          <w:iCs/>
                          <w:color w:val="154A68"/>
                          <w:sz w:val="18"/>
                          <w:szCs w:val="18"/>
                          <w:u w:val="single"/>
                        </w:rPr>
                      </w:pPr>
                      <w:r w:rsidRPr="00A51085">
                        <w:rPr>
                          <w:rFonts w:ascii="Emmaus" w:hAnsi="Emmaus"/>
                          <w:i/>
                          <w:iCs/>
                          <w:color w:val="154A68"/>
                          <w:sz w:val="18"/>
                          <w:szCs w:val="18"/>
                          <w:u w:val="single"/>
                        </w:rPr>
                        <w:t>emmaus-europe.org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680" behindDoc="0" locked="1" layoutInCell="1" allowOverlap="1" wp14:anchorId="48A6D593" wp14:editId="05F4E48A">
            <wp:simplePos x="0" y="0"/>
            <wp:positionH relativeFrom="margin">
              <wp:posOffset>-720725</wp:posOffset>
            </wp:positionH>
            <wp:positionV relativeFrom="page">
              <wp:posOffset>402590</wp:posOffset>
            </wp:positionV>
            <wp:extent cx="709930" cy="1174750"/>
            <wp:effectExtent l="0" t="0" r="1270" b="6350"/>
            <wp:wrapNone/>
            <wp:docPr id="5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" cy="1174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60C6A7" w14:textId="3217DA94" w:rsidR="001776CF" w:rsidRDefault="00A51085" w:rsidP="003451C4">
      <w:pPr>
        <w:tabs>
          <w:tab w:val="left" w:pos="2963"/>
        </w:tabs>
      </w:pPr>
      <w:r>
        <w:tab/>
      </w:r>
    </w:p>
    <w:p w14:paraId="3F37F0A1" w14:textId="77777777" w:rsidR="003451C4" w:rsidRPr="001776CF" w:rsidRDefault="003451C4" w:rsidP="00854FFE">
      <w:pPr>
        <w:pStyle w:val="Sansinterligne"/>
      </w:pPr>
    </w:p>
    <w:p w14:paraId="240D6706" w14:textId="108CD5DB" w:rsidR="004B07F1" w:rsidRPr="007414C9" w:rsidRDefault="00896842" w:rsidP="009171BD">
      <w:pPr>
        <w:pStyle w:val="Titre"/>
        <w:jc w:val="center"/>
        <w:rPr>
          <w:lang w:val="en-GB"/>
        </w:rPr>
      </w:pPr>
      <w:r w:rsidRPr="007414C9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44D09CEC" wp14:editId="65D9AA9E">
                <wp:simplePos x="0" y="0"/>
                <wp:positionH relativeFrom="column">
                  <wp:posOffset>-10160</wp:posOffset>
                </wp:positionH>
                <wp:positionV relativeFrom="page">
                  <wp:posOffset>1132205</wp:posOffset>
                </wp:positionV>
                <wp:extent cx="4194175" cy="0"/>
                <wp:effectExtent l="0" t="38100" r="34925" b="50800"/>
                <wp:wrapNone/>
                <wp:docPr id="3" name="Connecteur droi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194175" cy="0"/>
                        </a:xfrm>
                        <a:prstGeom prst="line">
                          <a:avLst/>
                        </a:prstGeom>
                        <a:noFill/>
                        <a:ln w="88900">
                          <a:solidFill>
                            <a:srgbClr val="EF7D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2F6DD0" id="Connecteur droit 1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.8pt,89.15pt" to="329.45pt,89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" strokecolor="#ef7d00" strokeweight="7pt">
                <v:stroke joinstyle="miter"/>
                <w10:wrap anchory="page"/>
                <w10:anchorlock/>
              </v:line>
            </w:pict>
          </mc:Fallback>
        </mc:AlternateContent>
      </w:r>
      <w:r w:rsidRPr="007414C9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1054AC45" wp14:editId="6A736136">
                <wp:simplePos x="0" y="0"/>
                <wp:positionH relativeFrom="column">
                  <wp:posOffset>4184015</wp:posOffset>
                </wp:positionH>
                <wp:positionV relativeFrom="page">
                  <wp:posOffset>1219200</wp:posOffset>
                </wp:positionV>
                <wp:extent cx="1066165" cy="0"/>
                <wp:effectExtent l="0" t="38100" r="38735" b="50800"/>
                <wp:wrapNone/>
                <wp:docPr id="2" name="Connecteur droi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66165" cy="0"/>
                        </a:xfrm>
                        <a:prstGeom prst="line">
                          <a:avLst/>
                        </a:prstGeom>
                        <a:noFill/>
                        <a:ln w="88900">
                          <a:solidFill>
                            <a:srgbClr val="D1C9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4D3877" id="Connecteur droit 6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329.45pt,96pt" to="413.4pt,9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" strokecolor="#d1c900" strokeweight="7pt">
                <v:stroke joinstyle="miter"/>
                <w10:wrap anchory="page"/>
                <w10:anchorlock/>
              </v:line>
            </w:pict>
          </mc:Fallback>
        </mc:AlternateContent>
      </w:r>
      <w:r w:rsidRPr="007414C9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09C93946" wp14:editId="67655172">
                <wp:simplePos x="0" y="0"/>
                <wp:positionH relativeFrom="column">
                  <wp:posOffset>5250180</wp:posOffset>
                </wp:positionH>
                <wp:positionV relativeFrom="page">
                  <wp:posOffset>1132205</wp:posOffset>
                </wp:positionV>
                <wp:extent cx="1511935" cy="0"/>
                <wp:effectExtent l="0" t="38100" r="37465" b="50800"/>
                <wp:wrapNone/>
                <wp:docPr id="1" name="Connecteur droi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11935" cy="0"/>
                        </a:xfrm>
                        <a:prstGeom prst="line">
                          <a:avLst/>
                        </a:prstGeom>
                        <a:noFill/>
                        <a:ln w="88900">
                          <a:solidFill>
                            <a:srgbClr val="154A68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B695C1" id="Connecteur droit 7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413.4pt,89.15pt" to="532.45pt,89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" strokecolor="#154a68" strokeweight="7pt">
                <v:stroke joinstyle="miter"/>
                <w10:wrap anchory="page"/>
                <w10:anchorlock/>
              </v:line>
            </w:pict>
          </mc:Fallback>
        </mc:AlternateContent>
      </w:r>
      <w:r w:rsidR="00F94477" w:rsidRPr="00F94477">
        <w:rPr>
          <w:noProof/>
          <w:lang w:val="en-GB"/>
        </w:rPr>
        <w:t>Consejero</w:t>
      </w:r>
      <w:r w:rsidR="0010551E">
        <w:rPr>
          <w:noProof/>
          <w:lang w:val="en-GB"/>
        </w:rPr>
        <w:t>/a</w:t>
      </w:r>
      <w:r w:rsidR="00F94477" w:rsidRPr="00F94477">
        <w:rPr>
          <w:noProof/>
          <w:lang w:val="en-GB"/>
        </w:rPr>
        <w:t xml:space="preserve"> de Emaús Internacional (CEI) representante de la región Europa</w:t>
      </w:r>
    </w:p>
    <w:p w14:paraId="045EB04B" w14:textId="662DC078" w:rsidR="004521C0" w:rsidRPr="007414C9" w:rsidRDefault="00F94477" w:rsidP="003451C4">
      <w:pPr>
        <w:pStyle w:val="Titre"/>
        <w:jc w:val="center"/>
        <w:rPr>
          <w:rFonts w:ascii="Emmaus Light" w:hAnsi="Emmaus Light"/>
          <w:color w:val="5C5C5C" w:themeColor="text1" w:themeTint="BF"/>
          <w:sz w:val="40"/>
          <w:szCs w:val="40"/>
          <w:lang w:val="en-GB"/>
        </w:rPr>
      </w:pPr>
      <w:r w:rsidRPr="00F94477">
        <w:rPr>
          <w:rFonts w:ascii="Emmaus Light" w:hAnsi="Emmaus Light"/>
          <w:color w:val="5C5C5C" w:themeColor="text1" w:themeTint="BF"/>
          <w:sz w:val="40"/>
          <w:szCs w:val="40"/>
          <w:lang w:val="en-GB"/>
        </w:rPr>
        <w:t>Formulario de candidatura</w:t>
      </w:r>
    </w:p>
    <w:p w14:paraId="7331CB0A" w14:textId="77777777" w:rsidR="003451C4" w:rsidRPr="007414C9" w:rsidRDefault="003451C4" w:rsidP="003451C4">
      <w:pPr>
        <w:rPr>
          <w:lang w:val="en-GB"/>
        </w:rPr>
      </w:pPr>
    </w:p>
    <w:p w14:paraId="38C09F7D" w14:textId="1E812E7C" w:rsidR="004B07F1" w:rsidRPr="007414C9" w:rsidRDefault="00F94477" w:rsidP="00F94477">
      <w:pPr>
        <w:rPr>
          <w:lang w:val="en-GB"/>
        </w:rPr>
      </w:pPr>
      <w:r w:rsidRPr="00F94477">
        <w:rPr>
          <w:lang w:val="en-GB"/>
        </w:rPr>
        <w:t>Para presentar tu solicitud, debes responder a las siguientes preguntas y enviar este documento (en formato .docx, .odt o .pdf) a</w:t>
      </w:r>
      <w:r w:rsidR="009171BD" w:rsidRPr="007414C9">
        <w:rPr>
          <w:lang w:val="en-GB"/>
        </w:rPr>
        <w:t>:</w:t>
      </w:r>
      <w:r w:rsidR="003D6446" w:rsidRPr="007414C9">
        <w:rPr>
          <w:lang w:val="en-GB"/>
        </w:rPr>
        <w:t xml:space="preserve"> </w:t>
      </w:r>
      <w:hyperlink r:id="rId12" w:history="1">
        <w:r w:rsidR="00D7345B" w:rsidRPr="00D0363D">
          <w:rPr>
            <w:rStyle w:val="Lienhypertexte"/>
            <w:b/>
            <w:bCs/>
            <w:lang w:val="en-GB"/>
          </w:rPr>
          <w:t>elections2026@emmaus-europe.org</w:t>
        </w:r>
      </w:hyperlink>
    </w:p>
    <w:p w14:paraId="76338CF5" w14:textId="635B97EA" w:rsidR="00F853C1" w:rsidRPr="007414C9" w:rsidRDefault="00F94477" w:rsidP="00F94477">
      <w:pPr>
        <w:pStyle w:val="Titre2"/>
        <w:rPr>
          <w:rFonts w:ascii="Bitter" w:eastAsia="Bitter" w:hAnsi="Bitter" w:cs="Times New Roman"/>
          <w:color w:val="auto"/>
          <w:sz w:val="22"/>
          <w:szCs w:val="22"/>
          <w:lang w:val="en-GB"/>
        </w:rPr>
      </w:pPr>
      <w:r w:rsidRPr="00F94477">
        <w:rPr>
          <w:rFonts w:ascii="Bitter" w:eastAsia="Bitter" w:hAnsi="Bitter" w:cs="Times New Roman"/>
          <w:color w:val="auto"/>
          <w:sz w:val="22"/>
          <w:szCs w:val="22"/>
          <w:lang w:val="en-GB"/>
        </w:rPr>
        <w:t>Asegúrese de respetar el número de palabras especificado para cada pregunta. Puede comprobar el número de palabras seleccionando el texto y mirando la barra de estado en la parte inferior de la ventana de Word/OpenOffice</w:t>
      </w:r>
      <w:r w:rsidR="005B014F" w:rsidRPr="007414C9">
        <w:rPr>
          <w:rFonts w:ascii="Bitter" w:eastAsia="Bitter" w:hAnsi="Bitter" w:cs="Times New Roman"/>
          <w:color w:val="auto"/>
          <w:sz w:val="22"/>
          <w:szCs w:val="22"/>
          <w:lang w:val="en-GB"/>
        </w:rPr>
        <w:t>.</w:t>
      </w:r>
    </w:p>
    <w:p w14:paraId="633D048D" w14:textId="77777777" w:rsidR="003451C4" w:rsidRPr="007414C9" w:rsidRDefault="003451C4" w:rsidP="003451C4">
      <w:pPr>
        <w:rPr>
          <w:lang w:val="en-GB"/>
        </w:rPr>
      </w:pPr>
    </w:p>
    <w:p w14:paraId="7440CB62" w14:textId="3407FAAB" w:rsidR="009171BD" w:rsidRPr="007414C9" w:rsidRDefault="00F94477" w:rsidP="003451C4">
      <w:pPr>
        <w:pStyle w:val="Titre2"/>
        <w:numPr>
          <w:ilvl w:val="0"/>
          <w:numId w:val="2"/>
        </w:numPr>
        <w:rPr>
          <w:rStyle w:val="Accentuationlgre"/>
          <w:i w:val="0"/>
          <w:iCs w:val="0"/>
          <w:color w:val="00697E" w:themeColor="accent1" w:themeShade="BF"/>
          <w:lang w:val="en-GB"/>
        </w:rPr>
      </w:pPr>
      <w:r w:rsidRPr="00F94477">
        <w:rPr>
          <w:lang w:val="en-GB"/>
        </w:rPr>
        <w:t>En 1 frase, ¿qué os ha motivado a presentaros como candidatos/as? (máximo 25 palabras</w:t>
      </w:r>
      <w:r w:rsidR="009171BD" w:rsidRPr="007414C9">
        <w:rPr>
          <w:lang w:val="en-GB"/>
        </w:rPr>
        <w:t>)</w:t>
      </w:r>
    </w:p>
    <w:p w14:paraId="3035829E" w14:textId="33F3901D" w:rsidR="007036E2" w:rsidRPr="007414C9" w:rsidRDefault="007036E2" w:rsidP="003D6446">
      <w:pPr>
        <w:rPr>
          <w:lang w:val="en-GB"/>
        </w:rPr>
      </w:pPr>
    </w:p>
    <w:p w14:paraId="08CB54A1" w14:textId="77777777" w:rsidR="003451C4" w:rsidRPr="007414C9" w:rsidRDefault="003451C4" w:rsidP="003D6446">
      <w:pPr>
        <w:rPr>
          <w:lang w:val="en-GB"/>
        </w:rPr>
      </w:pPr>
    </w:p>
    <w:p w14:paraId="7DE74DAA" w14:textId="77777777" w:rsidR="007036E2" w:rsidRPr="007414C9" w:rsidRDefault="007036E2" w:rsidP="003D6446">
      <w:pPr>
        <w:rPr>
          <w:lang w:val="en-GB"/>
        </w:rPr>
      </w:pPr>
    </w:p>
    <w:p w14:paraId="74C768F5" w14:textId="50742C15" w:rsidR="009171BD" w:rsidRPr="007414C9" w:rsidRDefault="00F94477" w:rsidP="003451C4">
      <w:pPr>
        <w:pStyle w:val="Titre2"/>
        <w:numPr>
          <w:ilvl w:val="0"/>
          <w:numId w:val="2"/>
        </w:numPr>
        <w:rPr>
          <w:lang w:val="en-GB"/>
        </w:rPr>
      </w:pPr>
      <w:r w:rsidRPr="00F94477">
        <w:rPr>
          <w:lang w:val="en-GB"/>
        </w:rPr>
        <w:t>Resumid vuestra experiencia en el Movimiento Emaús (máximo 80 palabras</w:t>
      </w:r>
      <w:r w:rsidR="009171BD" w:rsidRPr="007414C9">
        <w:rPr>
          <w:lang w:val="en-GB"/>
        </w:rPr>
        <w:t>)</w:t>
      </w:r>
    </w:p>
    <w:p w14:paraId="34414A87" w14:textId="77777777" w:rsidR="003D6446" w:rsidRPr="007414C9" w:rsidRDefault="003D6446" w:rsidP="00854FFE">
      <w:pPr>
        <w:rPr>
          <w:noProof/>
          <w:lang w:val="en-GB"/>
        </w:rPr>
      </w:pPr>
    </w:p>
    <w:p w14:paraId="574BA5D6" w14:textId="77777777" w:rsidR="003D6446" w:rsidRPr="007414C9" w:rsidRDefault="003D6446" w:rsidP="003D6446">
      <w:pPr>
        <w:rPr>
          <w:lang w:val="en-GB"/>
        </w:rPr>
      </w:pPr>
    </w:p>
    <w:p w14:paraId="26914F04" w14:textId="77777777" w:rsidR="003D6446" w:rsidRPr="007414C9" w:rsidRDefault="003D6446" w:rsidP="003D6446">
      <w:pPr>
        <w:rPr>
          <w:lang w:val="en-GB"/>
        </w:rPr>
      </w:pPr>
    </w:p>
    <w:p w14:paraId="693E390D" w14:textId="77777777" w:rsidR="003D6446" w:rsidRDefault="003D6446" w:rsidP="003D6446">
      <w:pPr>
        <w:rPr>
          <w:lang w:val="en-GB"/>
        </w:rPr>
      </w:pPr>
    </w:p>
    <w:p w14:paraId="13128383" w14:textId="77777777" w:rsidR="00D0363D" w:rsidRPr="007414C9" w:rsidRDefault="00D0363D" w:rsidP="003D6446">
      <w:pPr>
        <w:rPr>
          <w:lang w:val="en-GB"/>
        </w:rPr>
      </w:pPr>
    </w:p>
    <w:p w14:paraId="211270AC" w14:textId="2A9398E0" w:rsidR="009171BD" w:rsidRPr="007414C9" w:rsidRDefault="00F94477" w:rsidP="003451C4">
      <w:pPr>
        <w:pStyle w:val="Titre2"/>
        <w:numPr>
          <w:ilvl w:val="0"/>
          <w:numId w:val="2"/>
        </w:numPr>
        <w:rPr>
          <w:lang w:val="en-GB"/>
        </w:rPr>
      </w:pPr>
      <w:r w:rsidRPr="00F94477">
        <w:rPr>
          <w:lang w:val="en-GB"/>
        </w:rPr>
        <w:t>Resumid vuestra experiencia fuera del Movimiento Emaús (máximo 80 palabras</w:t>
      </w:r>
      <w:r w:rsidR="009171BD" w:rsidRPr="007414C9">
        <w:rPr>
          <w:lang w:val="en-GB"/>
        </w:rPr>
        <w:t>)</w:t>
      </w:r>
    </w:p>
    <w:p w14:paraId="6174716C" w14:textId="77777777" w:rsidR="003D6446" w:rsidRPr="007414C9" w:rsidRDefault="003D6446" w:rsidP="00854FFE">
      <w:pPr>
        <w:rPr>
          <w:lang w:val="en-GB"/>
        </w:rPr>
      </w:pPr>
    </w:p>
    <w:p w14:paraId="0AD77200" w14:textId="77777777" w:rsidR="003D6446" w:rsidRPr="007414C9" w:rsidRDefault="003D6446" w:rsidP="003D6446">
      <w:pPr>
        <w:rPr>
          <w:lang w:val="en-GB"/>
        </w:rPr>
      </w:pPr>
    </w:p>
    <w:p w14:paraId="6F421E47" w14:textId="77777777" w:rsidR="003D6446" w:rsidRDefault="003D6446" w:rsidP="003D6446">
      <w:pPr>
        <w:rPr>
          <w:lang w:val="en-GB"/>
        </w:rPr>
      </w:pPr>
    </w:p>
    <w:p w14:paraId="0E6F605C" w14:textId="77777777" w:rsidR="00D0363D" w:rsidRPr="007414C9" w:rsidRDefault="00D0363D" w:rsidP="003D6446">
      <w:pPr>
        <w:rPr>
          <w:lang w:val="en-GB"/>
        </w:rPr>
      </w:pPr>
    </w:p>
    <w:p w14:paraId="242BE01B" w14:textId="77777777" w:rsidR="003D6446" w:rsidRPr="007414C9" w:rsidRDefault="003D6446" w:rsidP="003D6446">
      <w:pPr>
        <w:rPr>
          <w:lang w:val="en-GB"/>
        </w:rPr>
      </w:pPr>
    </w:p>
    <w:p w14:paraId="5B793F17" w14:textId="23002ADB" w:rsidR="009171BD" w:rsidRDefault="00F94477" w:rsidP="00BD00E5">
      <w:pPr>
        <w:pStyle w:val="Titre2"/>
        <w:numPr>
          <w:ilvl w:val="0"/>
          <w:numId w:val="2"/>
        </w:numPr>
        <w:rPr>
          <w:lang w:val="en-GB"/>
        </w:rPr>
      </w:pPr>
      <w:r w:rsidRPr="00DF2EF1">
        <w:rPr>
          <w:lang w:val="en-GB"/>
        </w:rPr>
        <w:t>¿Cuáles son vuestras motivaciones en el marco de vuestro mandato? (máximo 80 palabras</w:t>
      </w:r>
      <w:r w:rsidR="009171BD" w:rsidRPr="00DF2EF1">
        <w:rPr>
          <w:lang w:val="en-GB"/>
        </w:rPr>
        <w:t>)</w:t>
      </w:r>
    </w:p>
    <w:p w14:paraId="232A72B5" w14:textId="77777777" w:rsidR="00DF2EF1" w:rsidRPr="00DF2EF1" w:rsidRDefault="00DF2EF1" w:rsidP="00DF2EF1">
      <w:pPr>
        <w:rPr>
          <w:lang w:val="en-GB"/>
        </w:rPr>
      </w:pPr>
    </w:p>
    <w:sectPr w:rsidR="00DF2EF1" w:rsidRPr="00DF2EF1" w:rsidSect="004521C0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A11B7" w14:textId="77777777" w:rsidR="001C24E1" w:rsidRDefault="001C24E1" w:rsidP="001776CF">
      <w:pPr>
        <w:spacing w:after="0" w:line="240" w:lineRule="auto"/>
      </w:pPr>
      <w:r>
        <w:separator/>
      </w:r>
    </w:p>
  </w:endnote>
  <w:endnote w:type="continuationSeparator" w:id="0">
    <w:p w14:paraId="1B9A3873" w14:textId="77777777" w:rsidR="001C24E1" w:rsidRDefault="001C24E1" w:rsidP="00177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Bitter">
    <w:panose1 w:val="00000500000000000000"/>
    <w:charset w:val="4D"/>
    <w:family w:val="auto"/>
    <w:pitch w:val="variable"/>
    <w:sig w:usb0="A00002FF" w:usb1="400020FB" w:usb2="00000000" w:usb3="00000000" w:csb0="00000197" w:csb1="00000000"/>
  </w:font>
  <w:font w:name="Emmaus Black">
    <w:altName w:val="Emmaus Black"/>
    <w:panose1 w:val="020B0604020202020204"/>
    <w:charset w:val="4D"/>
    <w:family w:val="auto"/>
    <w:notTrueType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mmaus (OTF) DemiBold">
    <w:altName w:val="Emmaus"/>
    <w:panose1 w:val="02000606000000020004"/>
    <w:charset w:val="00"/>
    <w:family w:val="auto"/>
    <w:notTrueType/>
    <w:pitch w:val="variable"/>
    <w:sig w:usb0="00000003" w:usb1="00000000" w:usb2="00000000" w:usb3="00000000" w:csb0="00000001" w:csb1="00000000"/>
  </w:font>
  <w:font w:name="Bitter Medium">
    <w:altName w:val="Bitter"/>
    <w:panose1 w:val="00000000000000000000"/>
    <w:charset w:val="4D"/>
    <w:family w:val="auto"/>
    <w:pitch w:val="variable"/>
    <w:sig w:usb0="A00002FF" w:usb1="400020FB" w:usb2="00000000" w:usb3="00000000" w:csb0="00000197" w:csb1="00000000"/>
  </w:font>
  <w:font w:name="Emmaus">
    <w:panose1 w:val="02000606000000020004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mmaus Light">
    <w:panose1 w:val="00000400000000000000"/>
    <w:charset w:val="4D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1EDA7" w14:textId="5A0365C4" w:rsidR="00696971" w:rsidRPr="005A2EC2" w:rsidRDefault="00696971" w:rsidP="004B07F1">
    <w:pPr>
      <w:spacing w:after="0"/>
      <w:rPr>
        <w:rFonts w:ascii="Emmaus" w:hAnsi="Emmaus"/>
        <w:color w:val="262626"/>
        <w:sz w:val="20"/>
        <w:szCs w:val="20"/>
        <w:lang w:val="es-419"/>
      </w:rPr>
    </w:pPr>
    <w:r w:rsidRPr="005A2EC2">
      <w:rPr>
        <w:rFonts w:ascii="Emmaus" w:hAnsi="Emmaus"/>
        <w:color w:val="262626"/>
        <w:sz w:val="20"/>
        <w:szCs w:val="20"/>
        <w:lang w:val="es-419"/>
      </w:rPr>
      <w:t>Emaús Europa es la organización descentralizada de Emaús Internacional en Europa.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230A6" w14:textId="77777777" w:rsidR="001C24E1" w:rsidRDefault="001C24E1" w:rsidP="001776CF">
      <w:pPr>
        <w:spacing w:after="0" w:line="240" w:lineRule="auto"/>
      </w:pPr>
      <w:r>
        <w:separator/>
      </w:r>
    </w:p>
  </w:footnote>
  <w:footnote w:type="continuationSeparator" w:id="0">
    <w:p w14:paraId="5CB2B3B1" w14:textId="77777777" w:rsidR="001C24E1" w:rsidRDefault="001C24E1" w:rsidP="001776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CB26C9"/>
    <w:multiLevelType w:val="hybridMultilevel"/>
    <w:tmpl w:val="576419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7285D"/>
    <w:multiLevelType w:val="hybridMultilevel"/>
    <w:tmpl w:val="77AA57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2248390">
    <w:abstractNumId w:val="1"/>
  </w:num>
  <w:num w:numId="2" w16cid:durableId="164174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9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F81"/>
    <w:rsid w:val="00004A05"/>
    <w:rsid w:val="0001358E"/>
    <w:rsid w:val="000847CC"/>
    <w:rsid w:val="00090949"/>
    <w:rsid w:val="0009125F"/>
    <w:rsid w:val="000A1EB7"/>
    <w:rsid w:val="0010551E"/>
    <w:rsid w:val="00114EFA"/>
    <w:rsid w:val="00131305"/>
    <w:rsid w:val="00140830"/>
    <w:rsid w:val="00176F23"/>
    <w:rsid w:val="001776CF"/>
    <w:rsid w:val="001C24E1"/>
    <w:rsid w:val="00205885"/>
    <w:rsid w:val="00215E77"/>
    <w:rsid w:val="002166FC"/>
    <w:rsid w:val="00297A98"/>
    <w:rsid w:val="002A51D5"/>
    <w:rsid w:val="00325684"/>
    <w:rsid w:val="00340819"/>
    <w:rsid w:val="003421DF"/>
    <w:rsid w:val="003451C4"/>
    <w:rsid w:val="003D6446"/>
    <w:rsid w:val="003F1469"/>
    <w:rsid w:val="00412E25"/>
    <w:rsid w:val="004270D2"/>
    <w:rsid w:val="004521C0"/>
    <w:rsid w:val="004618B2"/>
    <w:rsid w:val="00470715"/>
    <w:rsid w:val="00485E21"/>
    <w:rsid w:val="004B0598"/>
    <w:rsid w:val="004B07F1"/>
    <w:rsid w:val="004D1428"/>
    <w:rsid w:val="004D2401"/>
    <w:rsid w:val="004F0ED6"/>
    <w:rsid w:val="005132DE"/>
    <w:rsid w:val="00540DCF"/>
    <w:rsid w:val="005632BF"/>
    <w:rsid w:val="00592A39"/>
    <w:rsid w:val="005A2EC2"/>
    <w:rsid w:val="005A64CE"/>
    <w:rsid w:val="005A6DE7"/>
    <w:rsid w:val="005B014F"/>
    <w:rsid w:val="005D4CB5"/>
    <w:rsid w:val="006019E6"/>
    <w:rsid w:val="00632016"/>
    <w:rsid w:val="00681AB1"/>
    <w:rsid w:val="00685D03"/>
    <w:rsid w:val="00696971"/>
    <w:rsid w:val="006B2521"/>
    <w:rsid w:val="006B551D"/>
    <w:rsid w:val="006D2D2F"/>
    <w:rsid w:val="006F7CE7"/>
    <w:rsid w:val="007036E2"/>
    <w:rsid w:val="00705E40"/>
    <w:rsid w:val="00712B91"/>
    <w:rsid w:val="007414C9"/>
    <w:rsid w:val="0074495B"/>
    <w:rsid w:val="007547E1"/>
    <w:rsid w:val="007841BA"/>
    <w:rsid w:val="007928A4"/>
    <w:rsid w:val="007B5B48"/>
    <w:rsid w:val="007E0B8E"/>
    <w:rsid w:val="00811FBE"/>
    <w:rsid w:val="00817F4B"/>
    <w:rsid w:val="00823413"/>
    <w:rsid w:val="0083099F"/>
    <w:rsid w:val="00854FFE"/>
    <w:rsid w:val="0086546D"/>
    <w:rsid w:val="00891B67"/>
    <w:rsid w:val="00896842"/>
    <w:rsid w:val="008A3DF0"/>
    <w:rsid w:val="008A57E1"/>
    <w:rsid w:val="008D36DD"/>
    <w:rsid w:val="009171BD"/>
    <w:rsid w:val="00942F87"/>
    <w:rsid w:val="009434EA"/>
    <w:rsid w:val="00967AF0"/>
    <w:rsid w:val="0097096C"/>
    <w:rsid w:val="00974231"/>
    <w:rsid w:val="00987954"/>
    <w:rsid w:val="009A5C4D"/>
    <w:rsid w:val="009B1E6B"/>
    <w:rsid w:val="009B3581"/>
    <w:rsid w:val="009B5E9C"/>
    <w:rsid w:val="009E589A"/>
    <w:rsid w:val="00A22C72"/>
    <w:rsid w:val="00A4197C"/>
    <w:rsid w:val="00A51085"/>
    <w:rsid w:val="00AA3B49"/>
    <w:rsid w:val="00AC1E6F"/>
    <w:rsid w:val="00AE5C4F"/>
    <w:rsid w:val="00B0282E"/>
    <w:rsid w:val="00B17A88"/>
    <w:rsid w:val="00B360F8"/>
    <w:rsid w:val="00B4773E"/>
    <w:rsid w:val="00B5688D"/>
    <w:rsid w:val="00B6268B"/>
    <w:rsid w:val="00B71754"/>
    <w:rsid w:val="00BA0972"/>
    <w:rsid w:val="00BB0D3E"/>
    <w:rsid w:val="00BB5976"/>
    <w:rsid w:val="00C404DB"/>
    <w:rsid w:val="00C52CDA"/>
    <w:rsid w:val="00C6742E"/>
    <w:rsid w:val="00CB3FEC"/>
    <w:rsid w:val="00CC313D"/>
    <w:rsid w:val="00CC6993"/>
    <w:rsid w:val="00CE689B"/>
    <w:rsid w:val="00D0363D"/>
    <w:rsid w:val="00D13027"/>
    <w:rsid w:val="00D14A4E"/>
    <w:rsid w:val="00D41E32"/>
    <w:rsid w:val="00D64133"/>
    <w:rsid w:val="00D66725"/>
    <w:rsid w:val="00D7345B"/>
    <w:rsid w:val="00D86ED9"/>
    <w:rsid w:val="00DF2EF1"/>
    <w:rsid w:val="00E1524E"/>
    <w:rsid w:val="00E52A6F"/>
    <w:rsid w:val="00E67411"/>
    <w:rsid w:val="00E67E34"/>
    <w:rsid w:val="00E9762B"/>
    <w:rsid w:val="00EB5151"/>
    <w:rsid w:val="00F04F81"/>
    <w:rsid w:val="00F23713"/>
    <w:rsid w:val="00F346E7"/>
    <w:rsid w:val="00F853C1"/>
    <w:rsid w:val="00F94477"/>
    <w:rsid w:val="00FB5B30"/>
    <w:rsid w:val="00FE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1BEB45"/>
  <w15:chartTrackingRefBased/>
  <w15:docId w15:val="{3BA7E879-05AF-8B47-8916-0810D2A7E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itter" w:eastAsia="Bitter" w:hAnsi="Bitter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521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697E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4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697E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77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76CF"/>
  </w:style>
  <w:style w:type="paragraph" w:styleId="Pieddepage">
    <w:name w:val="footer"/>
    <w:basedOn w:val="Normal"/>
    <w:link w:val="PieddepageCar"/>
    <w:uiPriority w:val="99"/>
    <w:unhideWhenUsed/>
    <w:rsid w:val="00177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76CF"/>
  </w:style>
  <w:style w:type="paragraph" w:customStyle="1" w:styleId="Paragraphestandard">
    <w:name w:val="[Paragraphe standard]"/>
    <w:basedOn w:val="Normal"/>
    <w:uiPriority w:val="99"/>
    <w:rsid w:val="001776CF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83099F"/>
    <w:pPr>
      <w:spacing w:after="0" w:line="240" w:lineRule="auto"/>
      <w:ind w:left="720"/>
      <w:contextualSpacing/>
    </w:pPr>
    <w:rPr>
      <w:rFonts w:ascii="Calibri" w:hAnsi="Calibri" w:cs="Calibri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004A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FB5B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actsCONTACTS">
    <w:name w:val="Contacts (CONTACTS)"/>
    <w:basedOn w:val="Normal"/>
    <w:uiPriority w:val="99"/>
    <w:rsid w:val="00592A39"/>
    <w:pPr>
      <w:autoSpaceDE w:val="0"/>
      <w:autoSpaceDN w:val="0"/>
      <w:adjustRightInd w:val="0"/>
      <w:spacing w:after="0" w:line="190" w:lineRule="atLeast"/>
      <w:textAlignment w:val="center"/>
    </w:pPr>
    <w:rPr>
      <w:rFonts w:ascii="Emmaus (OTF) DemiBold" w:hAnsi="Emmaus (OTF) DemiBold" w:cs="Emmaus (OTF) DemiBold"/>
      <w:b/>
      <w:bCs/>
      <w:color w:val="154A68"/>
      <w:sz w:val="17"/>
      <w:szCs w:val="17"/>
    </w:rPr>
  </w:style>
  <w:style w:type="paragraph" w:customStyle="1" w:styleId="Contacts-SiteCONTACTS">
    <w:name w:val="Contacts-Site (CONTACTS)"/>
    <w:basedOn w:val="Normal"/>
    <w:uiPriority w:val="99"/>
    <w:rsid w:val="00592A39"/>
    <w:pPr>
      <w:autoSpaceDE w:val="0"/>
      <w:autoSpaceDN w:val="0"/>
      <w:adjustRightInd w:val="0"/>
      <w:spacing w:after="0" w:line="190" w:lineRule="atLeast"/>
      <w:textAlignment w:val="center"/>
    </w:pPr>
    <w:rPr>
      <w:rFonts w:ascii="Emmaus (OTF) DemiBold" w:hAnsi="Emmaus (OTF) DemiBold" w:cs="Emmaus (OTF) DemiBold"/>
      <w:b/>
      <w:bCs/>
      <w:color w:val="154A68"/>
      <w:sz w:val="17"/>
      <w:szCs w:val="17"/>
      <w:u w:val="thick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D2401"/>
    <w:pPr>
      <w:numPr>
        <w:ilvl w:val="1"/>
      </w:numPr>
    </w:pPr>
    <w:rPr>
      <w:rFonts w:asciiTheme="minorHAnsi" w:eastAsiaTheme="minorEastAsia" w:hAnsiTheme="minorHAnsi" w:cstheme="minorBidi"/>
      <w:color w:val="727272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4D2401"/>
    <w:rPr>
      <w:rFonts w:asciiTheme="minorHAnsi" w:eastAsiaTheme="minorEastAsia" w:hAnsiTheme="minorHAnsi" w:cstheme="minorBidi"/>
      <w:color w:val="727272" w:themeColor="text1" w:themeTint="A5"/>
      <w:spacing w:val="15"/>
      <w:sz w:val="22"/>
      <w:szCs w:val="22"/>
      <w:lang w:eastAsia="en-US"/>
    </w:rPr>
  </w:style>
  <w:style w:type="paragraph" w:styleId="Titre">
    <w:name w:val="Title"/>
    <w:basedOn w:val="Normal"/>
    <w:next w:val="Normal"/>
    <w:link w:val="TitreCar"/>
    <w:uiPriority w:val="10"/>
    <w:qFormat/>
    <w:rsid w:val="004521C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521C0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re1Car">
    <w:name w:val="Titre 1 Car"/>
    <w:basedOn w:val="Policepardfaut"/>
    <w:link w:val="Titre1"/>
    <w:uiPriority w:val="9"/>
    <w:rsid w:val="004521C0"/>
    <w:rPr>
      <w:rFonts w:asciiTheme="majorHAnsi" w:eastAsiaTheme="majorEastAsia" w:hAnsiTheme="majorHAnsi" w:cstheme="majorBidi"/>
      <w:color w:val="00697E" w:themeColor="accent1" w:themeShade="BF"/>
      <w:sz w:val="32"/>
      <w:szCs w:val="32"/>
      <w:lang w:eastAsia="en-US"/>
    </w:rPr>
  </w:style>
  <w:style w:type="paragraph" w:customStyle="1" w:styleId="Default">
    <w:name w:val="Default"/>
    <w:rsid w:val="009171BD"/>
    <w:pPr>
      <w:autoSpaceDE w:val="0"/>
      <w:autoSpaceDN w:val="0"/>
      <w:adjustRightInd w:val="0"/>
    </w:pPr>
    <w:rPr>
      <w:rFonts w:ascii="Bitter Medium" w:hAnsi="Bitter Medium" w:cs="Bitter Medium"/>
      <w:color w:val="000000"/>
      <w:sz w:val="24"/>
      <w:szCs w:val="24"/>
    </w:rPr>
  </w:style>
  <w:style w:type="character" w:customStyle="1" w:styleId="A2">
    <w:name w:val="A2"/>
    <w:uiPriority w:val="99"/>
    <w:rsid w:val="009171BD"/>
    <w:rPr>
      <w:rFonts w:cs="Bitter Medium"/>
      <w:color w:val="221E1F"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6D2D2F"/>
    <w:rPr>
      <w:color w:val="154A68" w:themeColor="accent4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7345B"/>
    <w:rPr>
      <w:color w:val="605E5C"/>
      <w:shd w:val="clear" w:color="auto" w:fill="E1DFDD"/>
    </w:rPr>
  </w:style>
  <w:style w:type="character" w:styleId="Accentuationlgre">
    <w:name w:val="Subtle Emphasis"/>
    <w:basedOn w:val="Policepardfaut"/>
    <w:uiPriority w:val="19"/>
    <w:qFormat/>
    <w:rsid w:val="00D7345B"/>
    <w:rPr>
      <w:i/>
      <w:iCs/>
      <w:color w:val="5C5C5C" w:themeColor="text1" w:themeTint="BF"/>
    </w:rPr>
  </w:style>
  <w:style w:type="character" w:customStyle="1" w:styleId="Titre2Car">
    <w:name w:val="Titre 2 Car"/>
    <w:basedOn w:val="Policepardfaut"/>
    <w:link w:val="Titre2"/>
    <w:uiPriority w:val="9"/>
    <w:rsid w:val="00D7345B"/>
    <w:rPr>
      <w:rFonts w:asciiTheme="majorHAnsi" w:eastAsiaTheme="majorEastAsia" w:hAnsiTheme="majorHAnsi" w:cstheme="majorBidi"/>
      <w:color w:val="00697E" w:themeColor="accent1" w:themeShade="BF"/>
      <w:sz w:val="26"/>
      <w:szCs w:val="26"/>
      <w:lang w:eastAsia="en-US"/>
    </w:rPr>
  </w:style>
  <w:style w:type="paragraph" w:styleId="Sansinterligne">
    <w:name w:val="No Spacing"/>
    <w:uiPriority w:val="1"/>
    <w:qFormat/>
    <w:rsid w:val="00854FF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7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lections2026@emmaus-europe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ienvenue/Library/CloudStorage/OneDrive-EMMAUSFRANCE/Emmau&#776;s%20Europe%20-%20AG%20elective%202026/04%20-%20Vote%20et%20candidatures/Appel%202026/Source/CEI/EN_CEI-template-questions.dotx" TargetMode="External"/></Relationships>
</file>

<file path=word/theme/theme1.xml><?xml version="1.0" encoding="utf-8"?>
<a:theme xmlns:a="http://schemas.openxmlformats.org/drawingml/2006/main" name="Thème Office">
  <a:themeElements>
    <a:clrScheme name="Emmaüs Europe">
      <a:dk1>
        <a:srgbClr val="262626"/>
      </a:dk1>
      <a:lt1>
        <a:sysClr val="window" lastClr="FFFFFF"/>
      </a:lt1>
      <a:dk2>
        <a:srgbClr val="3A3838"/>
      </a:dk2>
      <a:lt2>
        <a:srgbClr val="FFFFFF"/>
      </a:lt2>
      <a:accent1>
        <a:srgbClr val="008DA9"/>
      </a:accent1>
      <a:accent2>
        <a:srgbClr val="EF7D00"/>
      </a:accent2>
      <a:accent3>
        <a:srgbClr val="5FC4E1"/>
      </a:accent3>
      <a:accent4>
        <a:srgbClr val="154A68"/>
      </a:accent4>
      <a:accent5>
        <a:srgbClr val="87BD29"/>
      </a:accent5>
      <a:accent6>
        <a:srgbClr val="E30613"/>
      </a:accent6>
      <a:hlink>
        <a:srgbClr val="0563C1"/>
      </a:hlink>
      <a:folHlink>
        <a:srgbClr val="0563C1"/>
      </a:folHlink>
    </a:clrScheme>
    <a:fontScheme name="Personnalisé 1">
      <a:majorFont>
        <a:latin typeface="Emmaus Black"/>
        <a:ea typeface=""/>
        <a:cs typeface=""/>
      </a:majorFont>
      <a:minorFont>
        <a:latin typeface="Bitter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dc16fa-7fd3-4f34-9d5e-9df766933fe9">
      <Terms xmlns="http://schemas.microsoft.com/office/infopath/2007/PartnerControls"/>
    </lcf76f155ced4ddcb4097134ff3c332f>
    <TaxCatchAll xmlns="f68ee76f-3f90-4749-8e75-3a466148b84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E9534CB420A449B4600DF40525D8A9" ma:contentTypeVersion="20" ma:contentTypeDescription="Crée un document." ma:contentTypeScope="" ma:versionID="f07796ffe4e91795d6c6bb07f05386b5">
  <xsd:schema xmlns:xsd="http://www.w3.org/2001/XMLSchema" xmlns:xs="http://www.w3.org/2001/XMLSchema" xmlns:p="http://schemas.microsoft.com/office/2006/metadata/properties" xmlns:ns2="08dc16fa-7fd3-4f34-9d5e-9df766933fe9" xmlns:ns3="f68ee76f-3f90-4749-8e75-3a466148b847" targetNamespace="http://schemas.microsoft.com/office/2006/metadata/properties" ma:root="true" ma:fieldsID="c653e6d945bf5a5864aa511bde4753ab" ns2:_="" ns3:_="">
    <xsd:import namespace="08dc16fa-7fd3-4f34-9d5e-9df766933fe9"/>
    <xsd:import namespace="f68ee76f-3f90-4749-8e75-3a466148b8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c16fa-7fd3-4f34-9d5e-9df766933f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867b5f3-d182-4c57-9fe5-93b1dfbdaf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8ee76f-3f90-4749-8e75-3a466148b84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89c76db-4c66-46a2-ad49-54fa0acf2b9d}" ma:internalName="TaxCatchAll" ma:showField="CatchAllData" ma:web="f68ee76f-3f90-4749-8e75-3a466148b8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4E53DB-6BA5-4C36-91A7-C5C81B8D1772}">
  <ds:schemaRefs>
    <ds:schemaRef ds:uri="http://schemas.microsoft.com/office/2006/metadata/properties"/>
    <ds:schemaRef ds:uri="http://schemas.microsoft.com/office/infopath/2007/PartnerControls"/>
    <ds:schemaRef ds:uri="08dc16fa-7fd3-4f34-9d5e-9df766933fe9"/>
    <ds:schemaRef ds:uri="f68ee76f-3f90-4749-8e75-3a466148b847"/>
  </ds:schemaRefs>
</ds:datastoreItem>
</file>

<file path=customXml/itemProps2.xml><?xml version="1.0" encoding="utf-8"?>
<ds:datastoreItem xmlns:ds="http://schemas.openxmlformats.org/officeDocument/2006/customXml" ds:itemID="{0B10AB69-798B-8745-B933-27CF92CC13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072370-701B-4CD8-88CA-3735DF6B1C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dc16fa-7fd3-4f34-9d5e-9df766933fe9"/>
    <ds:schemaRef ds:uri="f68ee76f-3f90-4749-8e75-3a466148b8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F6425C-2C7E-4500-A33D-48797038AB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EN_CEI-template-questions.dotx</Template>
  <TotalTime>31</TotalTime>
  <Pages>1</Pages>
  <Words>146</Words>
  <Characters>741</Characters>
  <Application>Microsoft Office Word</Application>
  <DocSecurity>0</DocSecurity>
  <Lines>35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Bienvenue </dc:creator>
  <cp:keywords/>
  <dc:description/>
  <cp:lastModifiedBy>Yelena YVOZ</cp:lastModifiedBy>
  <cp:revision>30</cp:revision>
  <cp:lastPrinted>2021-09-17T17:19:00Z</cp:lastPrinted>
  <dcterms:created xsi:type="dcterms:W3CDTF">2025-10-10T10:35:00Z</dcterms:created>
  <dcterms:modified xsi:type="dcterms:W3CDTF">2025-10-13T16:15:00Z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0x01010090E9534CB420A449B4600DF40525D8A9</vt:lpwstr>
  </property>
  <property fmtid="{D5CDD505-2E9C-101B-9397-08002B2CF9AE}" pid="3" name="MediaServiceImageTags">
    <vt:lpwstr/>
  </property>
</Properties>
</file>