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53FB0" w14:textId="77777777" w:rsidR="00891B67" w:rsidRDefault="00896842">
      <w:r>
        <w:rPr>
          <w:noProof/>
        </w:rPr>
        <mc:AlternateContent>
          <mc:Choice Requires="wps">
            <w:drawing>
              <wp:anchor distT="45720" distB="45720" distL="114300" distR="114300" simplePos="0" relativeHeight="251659776" behindDoc="1" locked="1" layoutInCell="1" allowOverlap="1" wp14:anchorId="5F41BDB6" wp14:editId="41D9B130">
                <wp:simplePos x="0" y="0"/>
                <wp:positionH relativeFrom="column">
                  <wp:posOffset>-81915</wp:posOffset>
                </wp:positionH>
                <wp:positionV relativeFrom="page">
                  <wp:posOffset>392430</wp:posOffset>
                </wp:positionV>
                <wp:extent cx="1371600" cy="895985"/>
                <wp:effectExtent l="0" t="0" r="0" b="571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95985"/>
                        </a:xfrm>
                        <a:prstGeom prst="rect">
                          <a:avLst/>
                        </a:prstGeom>
                        <a:solidFill>
                          <a:srgbClr val="FFFFFF"/>
                        </a:solidFill>
                        <a:ln w="9525">
                          <a:noFill/>
                          <a:miter lim="800000"/>
                          <a:headEnd/>
                          <a:tailEnd/>
                        </a:ln>
                      </wps:spPr>
                      <wps:txbx>
                        <w:txbxContent>
                          <w:p w14:paraId="2B9AF29A" w14:textId="7FD3E482" w:rsidR="004B0598" w:rsidRPr="00A51085" w:rsidRDefault="004B0598" w:rsidP="00D14A4E">
                            <w:pPr>
                              <w:spacing w:after="0" w:line="276" w:lineRule="auto"/>
                              <w:rPr>
                                <w:rFonts w:ascii="Emmaus" w:hAnsi="Emmaus"/>
                                <w:color w:val="154A68"/>
                                <w:sz w:val="18"/>
                                <w:szCs w:val="18"/>
                              </w:rPr>
                            </w:pPr>
                            <w:r w:rsidRPr="00A51085">
                              <w:rPr>
                                <w:rFonts w:ascii="Emmaus" w:hAnsi="Emmaus"/>
                                <w:color w:val="154A68"/>
                                <w:sz w:val="18"/>
                                <w:szCs w:val="18"/>
                              </w:rPr>
                              <w:t>EMMA</w:t>
                            </w:r>
                            <w:r w:rsidR="003E3A49">
                              <w:rPr>
                                <w:rFonts w:ascii="Emmaus" w:hAnsi="Emmaus"/>
                                <w:color w:val="154A68"/>
                                <w:sz w:val="18"/>
                                <w:szCs w:val="18"/>
                              </w:rPr>
                              <w:t>U</w:t>
                            </w:r>
                            <w:r w:rsidRPr="00A51085">
                              <w:rPr>
                                <w:rFonts w:ascii="Emmaus" w:hAnsi="Emmaus"/>
                                <w:color w:val="154A68"/>
                                <w:sz w:val="18"/>
                                <w:szCs w:val="18"/>
                              </w:rPr>
                              <w:t>S EUROPE</w:t>
                            </w:r>
                          </w:p>
                          <w:p w14:paraId="7259C9EB"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47, av. de la Résistance</w:t>
                            </w:r>
                          </w:p>
                          <w:p w14:paraId="79A4439D"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93</w:t>
                            </w:r>
                            <w:r w:rsidRPr="00A51085">
                              <w:rPr>
                                <w:rFonts w:ascii="Cambria" w:hAnsi="Cambria" w:cs="Cambria"/>
                                <w:color w:val="154A68"/>
                                <w:sz w:val="18"/>
                                <w:szCs w:val="18"/>
                              </w:rPr>
                              <w:t> </w:t>
                            </w:r>
                            <w:r w:rsidRPr="00A51085">
                              <w:rPr>
                                <w:rFonts w:ascii="Emmaus" w:hAnsi="Emmaus"/>
                                <w:color w:val="154A68"/>
                                <w:sz w:val="18"/>
                                <w:szCs w:val="18"/>
                              </w:rPr>
                              <w:t>100 Montreuil</w:t>
                            </w:r>
                            <w:r w:rsidR="00712B91">
                              <w:rPr>
                                <w:rFonts w:ascii="Emmaus" w:hAnsi="Emmaus"/>
                                <w:color w:val="154A68"/>
                                <w:sz w:val="18"/>
                                <w:szCs w:val="18"/>
                              </w:rPr>
                              <w:t xml:space="preserve"> -</w:t>
                            </w:r>
                            <w:r w:rsidRPr="00A51085">
                              <w:rPr>
                                <w:rFonts w:ascii="Emmaus" w:hAnsi="Emmaus"/>
                                <w:color w:val="154A68"/>
                                <w:sz w:val="18"/>
                                <w:szCs w:val="18"/>
                              </w:rPr>
                              <w:t xml:space="preserve"> France</w:t>
                            </w:r>
                          </w:p>
                          <w:p w14:paraId="2DC2D8FE"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33(0)1 41 58 25 70</w:t>
                            </w:r>
                          </w:p>
                          <w:p w14:paraId="270B64F6" w14:textId="77777777" w:rsidR="004B0598" w:rsidRPr="00A51085" w:rsidRDefault="004B0598" w:rsidP="00D14A4E">
                            <w:pPr>
                              <w:spacing w:after="0" w:line="240" w:lineRule="auto"/>
                              <w:rPr>
                                <w:rFonts w:ascii="Emmaus" w:hAnsi="Emmaus"/>
                                <w:i/>
                                <w:iCs/>
                                <w:color w:val="154A68"/>
                                <w:sz w:val="18"/>
                                <w:szCs w:val="18"/>
                                <w:u w:val="single"/>
                              </w:rPr>
                            </w:pPr>
                            <w:r w:rsidRPr="00A51085">
                              <w:rPr>
                                <w:rFonts w:ascii="Emmaus" w:hAnsi="Emmaus"/>
                                <w:i/>
                                <w:iCs/>
                                <w:color w:val="154A68"/>
                                <w:sz w:val="18"/>
                                <w:szCs w:val="18"/>
                                <w:u w:val="single"/>
                              </w:rPr>
                              <w:t>emmaus-europe.org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41BDB6" id="_x0000_t202" coordsize="21600,21600" o:spt="202" path="m,l,21600r21600,l21600,xe">
                <v:stroke joinstyle="miter"/>
                <v:path gradientshapeok="t" o:connecttype="rect"/>
              </v:shapetype>
              <v:shape id="Zone de texte 2" o:spid="_x0000_s1026" type="#_x0000_t202" style="position:absolute;margin-left:-6.45pt;margin-top:30.9pt;width:108pt;height:70.5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" stroked="f">
                <v:textbox>
                  <w:txbxContent>
                    <w:p w14:paraId="2B9AF29A" w14:textId="7FD3E482" w:rsidR="004B0598" w:rsidRPr="00A51085" w:rsidRDefault="004B0598" w:rsidP="00D14A4E">
                      <w:pPr>
                        <w:spacing w:after="0" w:line="276" w:lineRule="auto"/>
                        <w:rPr>
                          <w:rFonts w:ascii="Emmaus" w:hAnsi="Emmaus"/>
                          <w:color w:val="154A68"/>
                          <w:sz w:val="18"/>
                          <w:szCs w:val="18"/>
                        </w:rPr>
                      </w:pPr>
                      <w:r w:rsidRPr="00A51085">
                        <w:rPr>
                          <w:rFonts w:ascii="Emmaus" w:hAnsi="Emmaus"/>
                          <w:color w:val="154A68"/>
                          <w:sz w:val="18"/>
                          <w:szCs w:val="18"/>
                        </w:rPr>
                        <w:t>EMMA</w:t>
                      </w:r>
                      <w:r w:rsidR="003E3A49">
                        <w:rPr>
                          <w:rFonts w:ascii="Emmaus" w:hAnsi="Emmaus"/>
                          <w:color w:val="154A68"/>
                          <w:sz w:val="18"/>
                          <w:szCs w:val="18"/>
                        </w:rPr>
                        <w:t>U</w:t>
                      </w:r>
                      <w:r w:rsidRPr="00A51085">
                        <w:rPr>
                          <w:rFonts w:ascii="Emmaus" w:hAnsi="Emmaus"/>
                          <w:color w:val="154A68"/>
                          <w:sz w:val="18"/>
                          <w:szCs w:val="18"/>
                        </w:rPr>
                        <w:t>S EUROPE</w:t>
                      </w:r>
                    </w:p>
                    <w:p w14:paraId="7259C9EB"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47, av. de la Résistance</w:t>
                      </w:r>
                    </w:p>
                    <w:p w14:paraId="79A4439D"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93</w:t>
                      </w:r>
                      <w:r w:rsidRPr="00A51085">
                        <w:rPr>
                          <w:rFonts w:ascii="Cambria" w:hAnsi="Cambria" w:cs="Cambria"/>
                          <w:color w:val="154A68"/>
                          <w:sz w:val="18"/>
                          <w:szCs w:val="18"/>
                        </w:rPr>
                        <w:t> </w:t>
                      </w:r>
                      <w:r w:rsidRPr="00A51085">
                        <w:rPr>
                          <w:rFonts w:ascii="Emmaus" w:hAnsi="Emmaus"/>
                          <w:color w:val="154A68"/>
                          <w:sz w:val="18"/>
                          <w:szCs w:val="18"/>
                        </w:rPr>
                        <w:t>100 Montreuil</w:t>
                      </w:r>
                      <w:r w:rsidR="00712B91">
                        <w:rPr>
                          <w:rFonts w:ascii="Emmaus" w:hAnsi="Emmaus"/>
                          <w:color w:val="154A68"/>
                          <w:sz w:val="18"/>
                          <w:szCs w:val="18"/>
                        </w:rPr>
                        <w:t xml:space="preserve"> -</w:t>
                      </w:r>
                      <w:r w:rsidRPr="00A51085">
                        <w:rPr>
                          <w:rFonts w:ascii="Emmaus" w:hAnsi="Emmaus"/>
                          <w:color w:val="154A68"/>
                          <w:sz w:val="18"/>
                          <w:szCs w:val="18"/>
                        </w:rPr>
                        <w:t xml:space="preserve"> France</w:t>
                      </w:r>
                    </w:p>
                    <w:p w14:paraId="2DC2D8FE" w14:textId="77777777" w:rsidR="004B0598" w:rsidRPr="00A51085" w:rsidRDefault="004B0598" w:rsidP="00D14A4E">
                      <w:pPr>
                        <w:spacing w:after="0" w:line="240" w:lineRule="auto"/>
                        <w:rPr>
                          <w:rFonts w:ascii="Emmaus" w:hAnsi="Emmaus"/>
                          <w:color w:val="154A68"/>
                          <w:sz w:val="18"/>
                          <w:szCs w:val="18"/>
                        </w:rPr>
                      </w:pPr>
                      <w:r w:rsidRPr="00A51085">
                        <w:rPr>
                          <w:rFonts w:ascii="Emmaus" w:hAnsi="Emmaus"/>
                          <w:color w:val="154A68"/>
                          <w:sz w:val="18"/>
                          <w:szCs w:val="18"/>
                        </w:rPr>
                        <w:t>33(0)1 41 58 25 70</w:t>
                      </w:r>
                    </w:p>
                    <w:p w14:paraId="270B64F6" w14:textId="77777777" w:rsidR="004B0598" w:rsidRPr="00A51085" w:rsidRDefault="004B0598" w:rsidP="00D14A4E">
                      <w:pPr>
                        <w:spacing w:after="0" w:line="240" w:lineRule="auto"/>
                        <w:rPr>
                          <w:rFonts w:ascii="Emmaus" w:hAnsi="Emmaus"/>
                          <w:i/>
                          <w:iCs/>
                          <w:color w:val="154A68"/>
                          <w:sz w:val="18"/>
                          <w:szCs w:val="18"/>
                          <w:u w:val="single"/>
                        </w:rPr>
                      </w:pPr>
                      <w:r w:rsidRPr="00A51085">
                        <w:rPr>
                          <w:rFonts w:ascii="Emmaus" w:hAnsi="Emmaus"/>
                          <w:i/>
                          <w:iCs/>
                          <w:color w:val="154A68"/>
                          <w:sz w:val="18"/>
                          <w:szCs w:val="18"/>
                          <w:u w:val="single"/>
                        </w:rPr>
                        <w:t>emmaus-europe.org</w:t>
                      </w:r>
                    </w:p>
                  </w:txbxContent>
                </v:textbox>
                <w10:wrap anchory="page"/>
                <w10:anchorlock/>
              </v:shape>
            </w:pict>
          </mc:Fallback>
        </mc:AlternateContent>
      </w:r>
      <w:r>
        <w:rPr>
          <w:noProof/>
        </w:rPr>
        <w:drawing>
          <wp:anchor distT="0" distB="0" distL="114300" distR="114300" simplePos="0" relativeHeight="251655680" behindDoc="0" locked="1" layoutInCell="1" allowOverlap="1" wp14:anchorId="48A6D593" wp14:editId="7E154ED7">
            <wp:simplePos x="0" y="0"/>
            <wp:positionH relativeFrom="margin">
              <wp:posOffset>-720725</wp:posOffset>
            </wp:positionH>
            <wp:positionV relativeFrom="page">
              <wp:posOffset>402590</wp:posOffset>
            </wp:positionV>
            <wp:extent cx="709930" cy="1174750"/>
            <wp:effectExtent l="0" t="0" r="1270" b="6350"/>
            <wp:wrapNone/>
            <wp:docPr id="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9930" cy="1174750"/>
                    </a:xfrm>
                    <a:prstGeom prst="rect">
                      <a:avLst/>
                    </a:prstGeom>
                    <a:noFill/>
                  </pic:spPr>
                </pic:pic>
              </a:graphicData>
            </a:graphic>
            <wp14:sizeRelH relativeFrom="margin">
              <wp14:pctWidth>0</wp14:pctWidth>
            </wp14:sizeRelH>
            <wp14:sizeRelV relativeFrom="margin">
              <wp14:pctHeight>0</wp14:pctHeight>
            </wp14:sizeRelV>
          </wp:anchor>
        </w:drawing>
      </w:r>
    </w:p>
    <w:p w14:paraId="4260C6A7" w14:textId="3217DA94" w:rsidR="001776CF" w:rsidRDefault="00A51085" w:rsidP="005D1050">
      <w:r>
        <w:tab/>
      </w:r>
    </w:p>
    <w:p w14:paraId="3F37F0A1" w14:textId="77777777" w:rsidR="003451C4" w:rsidRPr="001776CF" w:rsidRDefault="003451C4" w:rsidP="005D1050">
      <w:pPr>
        <w:pStyle w:val="Sansinterligne"/>
      </w:pPr>
    </w:p>
    <w:p w14:paraId="240D6706" w14:textId="1F245C21" w:rsidR="004B07F1" w:rsidRPr="007414C9" w:rsidRDefault="00896842" w:rsidP="009171BD">
      <w:pPr>
        <w:pStyle w:val="Titre"/>
        <w:jc w:val="center"/>
        <w:rPr>
          <w:lang w:val="en-GB"/>
        </w:rPr>
      </w:pPr>
      <w:r w:rsidRPr="007414C9">
        <w:rPr>
          <w:noProof/>
          <w:lang w:val="en-GB"/>
        </w:rPr>
        <mc:AlternateContent>
          <mc:Choice Requires="wps">
            <w:drawing>
              <wp:anchor distT="0" distB="0" distL="114300" distR="114300" simplePos="0" relativeHeight="251658752" behindDoc="0" locked="1" layoutInCell="1" allowOverlap="1" wp14:anchorId="44D09CEC" wp14:editId="65D9AA9E">
                <wp:simplePos x="0" y="0"/>
                <wp:positionH relativeFrom="column">
                  <wp:posOffset>-10160</wp:posOffset>
                </wp:positionH>
                <wp:positionV relativeFrom="page">
                  <wp:posOffset>1132205</wp:posOffset>
                </wp:positionV>
                <wp:extent cx="4194175" cy="0"/>
                <wp:effectExtent l="0" t="38100" r="34925" b="50800"/>
                <wp:wrapNone/>
                <wp:docPr id="3"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94175" cy="0"/>
                        </a:xfrm>
                        <a:prstGeom prst="line">
                          <a:avLst/>
                        </a:prstGeom>
                        <a:noFill/>
                        <a:ln w="88900">
                          <a:solidFill>
                            <a:srgbClr val="EF7D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A2F6DD0" id="Connecteur droit 1"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8pt,89.15pt" to="329.45pt,8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" strokecolor="#ef7d00" strokeweight="7pt">
                <v:stroke joinstyle="miter"/>
                <w10:wrap anchory="page"/>
                <w10:anchorlock/>
              </v:line>
            </w:pict>
          </mc:Fallback>
        </mc:AlternateContent>
      </w:r>
      <w:r w:rsidRPr="007414C9">
        <w:rPr>
          <w:noProof/>
          <w:lang w:val="en-GB"/>
        </w:rPr>
        <mc:AlternateContent>
          <mc:Choice Requires="wps">
            <w:drawing>
              <wp:anchor distT="0" distB="0" distL="114300" distR="114300" simplePos="0" relativeHeight="251656704" behindDoc="0" locked="1" layoutInCell="1" allowOverlap="1" wp14:anchorId="1054AC45" wp14:editId="6A736136">
                <wp:simplePos x="0" y="0"/>
                <wp:positionH relativeFrom="column">
                  <wp:posOffset>4184015</wp:posOffset>
                </wp:positionH>
                <wp:positionV relativeFrom="page">
                  <wp:posOffset>1219200</wp:posOffset>
                </wp:positionV>
                <wp:extent cx="1066165" cy="0"/>
                <wp:effectExtent l="0" t="38100" r="38735" b="50800"/>
                <wp:wrapNone/>
                <wp:docPr id="2"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6165" cy="0"/>
                        </a:xfrm>
                        <a:prstGeom prst="line">
                          <a:avLst/>
                        </a:prstGeom>
                        <a:noFill/>
                        <a:ln w="88900">
                          <a:solidFill>
                            <a:srgbClr val="D1C9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04D3877" id="Connecteur droit 6"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29.45pt,96pt" to="413.4pt,9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" strokecolor="#d1c900" strokeweight="7pt">
                <v:stroke joinstyle="miter"/>
                <w10:wrap anchory="page"/>
                <w10:anchorlock/>
              </v:line>
            </w:pict>
          </mc:Fallback>
        </mc:AlternateContent>
      </w:r>
      <w:r w:rsidRPr="007414C9">
        <w:rPr>
          <w:noProof/>
          <w:lang w:val="en-GB"/>
        </w:rPr>
        <mc:AlternateContent>
          <mc:Choice Requires="wps">
            <w:drawing>
              <wp:anchor distT="0" distB="0" distL="114300" distR="114300" simplePos="0" relativeHeight="251657728" behindDoc="0" locked="1" layoutInCell="1" allowOverlap="1" wp14:anchorId="09C93946" wp14:editId="67655172">
                <wp:simplePos x="0" y="0"/>
                <wp:positionH relativeFrom="column">
                  <wp:posOffset>5250180</wp:posOffset>
                </wp:positionH>
                <wp:positionV relativeFrom="page">
                  <wp:posOffset>1132205</wp:posOffset>
                </wp:positionV>
                <wp:extent cx="1511935" cy="0"/>
                <wp:effectExtent l="0" t="38100" r="37465" b="50800"/>
                <wp:wrapNone/>
                <wp:docPr id="1"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11935" cy="0"/>
                        </a:xfrm>
                        <a:prstGeom prst="line">
                          <a:avLst/>
                        </a:prstGeom>
                        <a:noFill/>
                        <a:ln w="88900">
                          <a:solidFill>
                            <a:srgbClr val="154A68"/>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7B695C1" id="Connecteur droit 7"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13.4pt,89.15pt" to="532.45pt,8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" strokecolor="#154a68" strokeweight="7pt">
                <v:stroke joinstyle="miter"/>
                <w10:wrap anchory="page"/>
                <w10:anchorlock/>
              </v:line>
            </w:pict>
          </mc:Fallback>
        </mc:AlternateContent>
      </w:r>
      <w:r w:rsidR="003451C4" w:rsidRPr="007414C9">
        <w:rPr>
          <w:lang w:val="en-GB"/>
        </w:rPr>
        <w:t>Councillor of Emmaus International (CEI)</w:t>
      </w:r>
      <w:r w:rsidR="007E4C5F">
        <w:rPr>
          <w:lang w:val="en-GB"/>
        </w:rPr>
        <w:t xml:space="preserve"> </w:t>
      </w:r>
      <w:r w:rsidR="00665DC7" w:rsidRPr="00665DC7">
        <w:rPr>
          <w:lang w:val="en-GB"/>
        </w:rPr>
        <w:t>representing</w:t>
      </w:r>
      <w:r w:rsidR="003E3A49">
        <w:rPr>
          <w:lang w:val="en-GB"/>
        </w:rPr>
        <w:t xml:space="preserve"> </w:t>
      </w:r>
      <w:r w:rsidR="00665DC7" w:rsidRPr="00665DC7">
        <w:rPr>
          <w:lang w:val="en-GB"/>
        </w:rPr>
        <w:t>the</w:t>
      </w:r>
      <w:r w:rsidR="00665DC7">
        <w:rPr>
          <w:lang w:val="en-GB"/>
        </w:rPr>
        <w:t xml:space="preserve"> </w:t>
      </w:r>
      <w:r w:rsidR="00665DC7" w:rsidRPr="00665DC7">
        <w:rPr>
          <w:lang w:val="en-GB"/>
        </w:rPr>
        <w:t>Europe Region</w:t>
      </w:r>
    </w:p>
    <w:p w14:paraId="045EB04B" w14:textId="0FE568D1" w:rsidR="004521C0" w:rsidRPr="007414C9" w:rsidRDefault="004521C0" w:rsidP="003451C4">
      <w:pPr>
        <w:pStyle w:val="Titre"/>
        <w:jc w:val="center"/>
        <w:rPr>
          <w:rFonts w:ascii="Emmaus Light" w:hAnsi="Emmaus Light"/>
          <w:color w:val="5C5C5C" w:themeColor="text1" w:themeTint="BF"/>
          <w:sz w:val="40"/>
          <w:szCs w:val="40"/>
          <w:lang w:val="en-GB"/>
        </w:rPr>
      </w:pPr>
      <w:r w:rsidRPr="007414C9">
        <w:rPr>
          <w:rFonts w:ascii="Emmaus Light" w:hAnsi="Emmaus Light"/>
          <w:color w:val="5C5C5C" w:themeColor="text1" w:themeTint="BF"/>
          <w:sz w:val="40"/>
          <w:szCs w:val="40"/>
          <w:lang w:val="en-GB"/>
        </w:rPr>
        <w:t>Application form</w:t>
      </w:r>
    </w:p>
    <w:p w14:paraId="7331CB0A" w14:textId="77777777" w:rsidR="003451C4" w:rsidRPr="007414C9" w:rsidRDefault="003451C4" w:rsidP="003451C4">
      <w:pPr>
        <w:rPr>
          <w:lang w:val="en-GB"/>
        </w:rPr>
      </w:pPr>
    </w:p>
    <w:p w14:paraId="38C09F7D" w14:textId="538549D2" w:rsidR="004B07F1" w:rsidRPr="007414C9" w:rsidRDefault="009171BD" w:rsidP="007036E2">
      <w:pPr>
        <w:rPr>
          <w:lang w:val="en-GB"/>
        </w:rPr>
      </w:pPr>
      <w:r w:rsidRPr="007414C9">
        <w:rPr>
          <w:lang w:val="en-GB"/>
        </w:rPr>
        <w:t xml:space="preserve">To apply you must </w:t>
      </w:r>
      <w:r w:rsidR="00D7345B" w:rsidRPr="007414C9">
        <w:rPr>
          <w:lang w:val="en-GB"/>
        </w:rPr>
        <w:t>answer the following questions</w:t>
      </w:r>
      <w:r w:rsidRPr="007414C9">
        <w:rPr>
          <w:lang w:val="en-GB"/>
        </w:rPr>
        <w:t xml:space="preserve"> and send t</w:t>
      </w:r>
      <w:r w:rsidR="00D7345B" w:rsidRPr="007414C9">
        <w:rPr>
          <w:lang w:val="en-GB"/>
        </w:rPr>
        <w:t>his document (</w:t>
      </w:r>
      <w:r w:rsidR="00215E77">
        <w:rPr>
          <w:lang w:val="en-GB"/>
        </w:rPr>
        <w:t xml:space="preserve">in </w:t>
      </w:r>
      <w:r w:rsidR="003D6446" w:rsidRPr="007414C9">
        <w:rPr>
          <w:lang w:val="en-GB"/>
        </w:rPr>
        <w:t>.docx</w:t>
      </w:r>
      <w:r w:rsidR="005B014F" w:rsidRPr="007414C9">
        <w:rPr>
          <w:lang w:val="en-GB"/>
        </w:rPr>
        <w:t>, .</w:t>
      </w:r>
      <w:proofErr w:type="spellStart"/>
      <w:r w:rsidR="005B014F" w:rsidRPr="007414C9">
        <w:rPr>
          <w:lang w:val="en-GB"/>
        </w:rPr>
        <w:t>odt</w:t>
      </w:r>
      <w:proofErr w:type="spellEnd"/>
      <w:r w:rsidR="005B014F" w:rsidRPr="007414C9">
        <w:rPr>
          <w:lang w:val="en-GB"/>
        </w:rPr>
        <w:t xml:space="preserve"> </w:t>
      </w:r>
      <w:r w:rsidR="003D6446" w:rsidRPr="007414C9">
        <w:rPr>
          <w:lang w:val="en-GB"/>
        </w:rPr>
        <w:t>or .pdf format)</w:t>
      </w:r>
      <w:r w:rsidRPr="007414C9">
        <w:rPr>
          <w:lang w:val="en-GB"/>
        </w:rPr>
        <w:t xml:space="preserve"> to :</w:t>
      </w:r>
      <w:r w:rsidR="003D6446" w:rsidRPr="007414C9">
        <w:rPr>
          <w:lang w:val="en-GB"/>
        </w:rPr>
        <w:t xml:space="preserve"> </w:t>
      </w:r>
      <w:hyperlink r:id="rId12" w:history="1">
        <w:r w:rsidR="00D7345B" w:rsidRPr="00B071AE">
          <w:rPr>
            <w:rStyle w:val="Lienhypertexte"/>
            <w:b/>
            <w:bCs/>
            <w:lang w:val="en-GB"/>
          </w:rPr>
          <w:t>elections2026@emmaus-europe.org</w:t>
        </w:r>
      </w:hyperlink>
    </w:p>
    <w:p w14:paraId="76338CF5" w14:textId="7F47D667" w:rsidR="00F853C1" w:rsidRPr="007414C9" w:rsidRDefault="00F853C1" w:rsidP="00D7345B">
      <w:pPr>
        <w:pStyle w:val="Titre2"/>
        <w:rPr>
          <w:rFonts w:ascii="Bitter" w:eastAsia="Bitter" w:hAnsi="Bitter" w:cs="Times New Roman"/>
          <w:color w:val="auto"/>
          <w:sz w:val="22"/>
          <w:szCs w:val="22"/>
          <w:lang w:val="en-GB"/>
        </w:rPr>
      </w:pPr>
      <w:r w:rsidRPr="007414C9">
        <w:rPr>
          <w:rFonts w:ascii="Bitter" w:eastAsia="Bitter" w:hAnsi="Bitter" w:cs="Times New Roman"/>
          <w:color w:val="auto"/>
          <w:sz w:val="22"/>
          <w:szCs w:val="22"/>
          <w:lang w:val="en-GB"/>
        </w:rPr>
        <w:t xml:space="preserve">Please ensure you adhere to the word count specified for each question. You can check the word count by selecting your text and looking at the status bar at the bottom of </w:t>
      </w:r>
      <w:r w:rsidR="003E3A49">
        <w:rPr>
          <w:rFonts w:ascii="Bitter" w:eastAsia="Bitter" w:hAnsi="Bitter" w:cs="Times New Roman"/>
          <w:color w:val="auto"/>
          <w:sz w:val="22"/>
          <w:szCs w:val="22"/>
          <w:lang w:val="en-GB"/>
        </w:rPr>
        <w:t xml:space="preserve">your </w:t>
      </w:r>
      <w:r w:rsidRPr="007414C9">
        <w:rPr>
          <w:rFonts w:ascii="Bitter" w:eastAsia="Bitter" w:hAnsi="Bitter" w:cs="Times New Roman"/>
          <w:color w:val="auto"/>
          <w:sz w:val="22"/>
          <w:szCs w:val="22"/>
          <w:lang w:val="en-GB"/>
        </w:rPr>
        <w:t>Word/Open</w:t>
      </w:r>
      <w:r w:rsidR="005B014F" w:rsidRPr="007414C9">
        <w:rPr>
          <w:rFonts w:ascii="Bitter" w:eastAsia="Bitter" w:hAnsi="Bitter" w:cs="Times New Roman"/>
          <w:color w:val="auto"/>
          <w:sz w:val="22"/>
          <w:szCs w:val="22"/>
          <w:lang w:val="en-GB"/>
        </w:rPr>
        <w:t>Office</w:t>
      </w:r>
      <w:r w:rsidR="003E3A49">
        <w:rPr>
          <w:rFonts w:ascii="Bitter" w:eastAsia="Bitter" w:hAnsi="Bitter" w:cs="Times New Roman"/>
          <w:color w:val="auto"/>
          <w:sz w:val="22"/>
          <w:szCs w:val="22"/>
          <w:lang w:val="en-GB"/>
        </w:rPr>
        <w:t xml:space="preserve"> window</w:t>
      </w:r>
      <w:r w:rsidR="005B014F" w:rsidRPr="007414C9">
        <w:rPr>
          <w:rFonts w:ascii="Bitter" w:eastAsia="Bitter" w:hAnsi="Bitter" w:cs="Times New Roman"/>
          <w:color w:val="auto"/>
          <w:sz w:val="22"/>
          <w:szCs w:val="22"/>
          <w:lang w:val="en-GB"/>
        </w:rPr>
        <w:t>.</w:t>
      </w:r>
    </w:p>
    <w:p w14:paraId="633D048D" w14:textId="77777777" w:rsidR="003451C4" w:rsidRPr="007414C9" w:rsidRDefault="003451C4" w:rsidP="003451C4">
      <w:pPr>
        <w:rPr>
          <w:lang w:val="en-GB"/>
        </w:rPr>
      </w:pPr>
    </w:p>
    <w:p w14:paraId="7440CB62" w14:textId="321FD617" w:rsidR="009171BD" w:rsidRPr="007414C9" w:rsidRDefault="009171BD" w:rsidP="003451C4">
      <w:pPr>
        <w:pStyle w:val="Titre2"/>
        <w:numPr>
          <w:ilvl w:val="0"/>
          <w:numId w:val="2"/>
        </w:numPr>
        <w:rPr>
          <w:rStyle w:val="Accentuationlgre"/>
          <w:i w:val="0"/>
          <w:iCs w:val="0"/>
          <w:color w:val="00697E" w:themeColor="accent1" w:themeShade="BF"/>
          <w:lang w:val="en-GB"/>
        </w:rPr>
      </w:pPr>
      <w:r w:rsidRPr="007414C9">
        <w:rPr>
          <w:lang w:val="en-GB"/>
        </w:rPr>
        <w:t>In one sentence, what has motivated you to apply for the post of CEI? (Maximum of 25 words)</w:t>
      </w:r>
    </w:p>
    <w:p w14:paraId="3035829E" w14:textId="33F3901D" w:rsidR="007036E2" w:rsidRPr="007414C9" w:rsidRDefault="007036E2" w:rsidP="003D6446">
      <w:pPr>
        <w:rPr>
          <w:lang w:val="en-GB"/>
        </w:rPr>
      </w:pPr>
    </w:p>
    <w:p w14:paraId="08CB54A1" w14:textId="77777777" w:rsidR="003451C4" w:rsidRPr="007414C9" w:rsidRDefault="003451C4" w:rsidP="003D6446">
      <w:pPr>
        <w:rPr>
          <w:lang w:val="en-GB"/>
        </w:rPr>
      </w:pPr>
    </w:p>
    <w:p w14:paraId="7DE74DAA" w14:textId="77777777" w:rsidR="007036E2" w:rsidRPr="007414C9" w:rsidRDefault="007036E2" w:rsidP="003D6446">
      <w:pPr>
        <w:rPr>
          <w:lang w:val="en-GB"/>
        </w:rPr>
      </w:pPr>
    </w:p>
    <w:p w14:paraId="74C768F5" w14:textId="6E2405E3" w:rsidR="009171BD" w:rsidRPr="007414C9" w:rsidRDefault="009171BD" w:rsidP="003451C4">
      <w:pPr>
        <w:pStyle w:val="Titre2"/>
        <w:numPr>
          <w:ilvl w:val="0"/>
          <w:numId w:val="2"/>
        </w:numPr>
        <w:rPr>
          <w:lang w:val="en-GB"/>
        </w:rPr>
      </w:pPr>
      <w:r w:rsidRPr="007414C9">
        <w:rPr>
          <w:lang w:val="en-GB"/>
        </w:rPr>
        <w:t>Summarize your experience in the Emmaus Movement (Maximum of 80 words)</w:t>
      </w:r>
    </w:p>
    <w:p w14:paraId="34414A87" w14:textId="77777777" w:rsidR="003D6446" w:rsidRPr="007414C9" w:rsidRDefault="003D6446" w:rsidP="00CE66E2">
      <w:pPr>
        <w:rPr>
          <w:noProof/>
          <w:lang w:val="en-GB"/>
        </w:rPr>
      </w:pPr>
    </w:p>
    <w:p w14:paraId="574BA5D6" w14:textId="77777777" w:rsidR="003D6446" w:rsidRPr="007414C9" w:rsidRDefault="003D6446" w:rsidP="003D6446">
      <w:pPr>
        <w:rPr>
          <w:lang w:val="en-GB"/>
        </w:rPr>
      </w:pPr>
    </w:p>
    <w:p w14:paraId="26914F04" w14:textId="77777777" w:rsidR="003D6446" w:rsidRDefault="003D6446" w:rsidP="003D6446">
      <w:pPr>
        <w:rPr>
          <w:lang w:val="en-GB"/>
        </w:rPr>
      </w:pPr>
    </w:p>
    <w:p w14:paraId="53AEE473" w14:textId="77777777" w:rsidR="00B071AE" w:rsidRPr="007414C9" w:rsidRDefault="00B071AE" w:rsidP="003D6446">
      <w:pPr>
        <w:rPr>
          <w:lang w:val="en-GB"/>
        </w:rPr>
      </w:pPr>
    </w:p>
    <w:p w14:paraId="693E390D" w14:textId="77777777" w:rsidR="003D6446" w:rsidRPr="007414C9" w:rsidRDefault="003D6446" w:rsidP="003D6446">
      <w:pPr>
        <w:rPr>
          <w:lang w:val="en-GB"/>
        </w:rPr>
      </w:pPr>
    </w:p>
    <w:p w14:paraId="211270AC" w14:textId="3EF6770C" w:rsidR="009171BD" w:rsidRPr="007414C9" w:rsidRDefault="009171BD" w:rsidP="003451C4">
      <w:pPr>
        <w:pStyle w:val="Titre2"/>
        <w:numPr>
          <w:ilvl w:val="0"/>
          <w:numId w:val="2"/>
        </w:numPr>
        <w:rPr>
          <w:lang w:val="en-GB"/>
        </w:rPr>
      </w:pPr>
      <w:r w:rsidRPr="007414C9">
        <w:rPr>
          <w:lang w:val="en-GB"/>
        </w:rPr>
        <w:t>Summarize your experience outside the Emmaus Movement (Maximum of 80 words)</w:t>
      </w:r>
    </w:p>
    <w:p w14:paraId="6174716C" w14:textId="77777777" w:rsidR="003D6446" w:rsidRPr="007414C9" w:rsidRDefault="003D6446" w:rsidP="00CE66E2">
      <w:pPr>
        <w:rPr>
          <w:lang w:val="en-GB"/>
        </w:rPr>
      </w:pPr>
    </w:p>
    <w:p w14:paraId="0AD77200" w14:textId="77777777" w:rsidR="003D6446" w:rsidRPr="007414C9" w:rsidRDefault="003D6446" w:rsidP="003D6446">
      <w:pPr>
        <w:rPr>
          <w:lang w:val="en-GB"/>
        </w:rPr>
      </w:pPr>
    </w:p>
    <w:p w14:paraId="6F421E47" w14:textId="77777777" w:rsidR="003D6446" w:rsidRDefault="003D6446" w:rsidP="003D6446">
      <w:pPr>
        <w:rPr>
          <w:lang w:val="en-GB"/>
        </w:rPr>
      </w:pPr>
    </w:p>
    <w:p w14:paraId="4114AE24" w14:textId="77777777" w:rsidR="00B071AE" w:rsidRPr="007414C9" w:rsidRDefault="00B071AE" w:rsidP="003D6446">
      <w:pPr>
        <w:rPr>
          <w:lang w:val="en-GB"/>
        </w:rPr>
      </w:pPr>
    </w:p>
    <w:p w14:paraId="242BE01B" w14:textId="77777777" w:rsidR="003D6446" w:rsidRPr="007414C9" w:rsidRDefault="003D6446" w:rsidP="003D6446">
      <w:pPr>
        <w:rPr>
          <w:lang w:val="en-GB"/>
        </w:rPr>
      </w:pPr>
    </w:p>
    <w:p w14:paraId="5B793F17" w14:textId="7F745791" w:rsidR="009171BD" w:rsidRDefault="009171BD" w:rsidP="008A3009">
      <w:pPr>
        <w:pStyle w:val="Titre2"/>
        <w:numPr>
          <w:ilvl w:val="0"/>
          <w:numId w:val="2"/>
        </w:numPr>
        <w:rPr>
          <w:lang w:val="en-GB"/>
        </w:rPr>
      </w:pPr>
      <w:r w:rsidRPr="007414C9">
        <w:rPr>
          <w:lang w:val="en-GB"/>
        </w:rPr>
        <w:t>Which aspects of the role motivate you? (Maximum of 80 words)</w:t>
      </w:r>
    </w:p>
    <w:p w14:paraId="69A85820" w14:textId="77777777" w:rsidR="00CE66E2" w:rsidRPr="00CE66E2" w:rsidRDefault="00CE66E2" w:rsidP="00CE66E2">
      <w:pPr>
        <w:rPr>
          <w:lang w:val="en-GB"/>
        </w:rPr>
      </w:pPr>
    </w:p>
    <w:sectPr w:rsidR="00CE66E2" w:rsidRPr="00CE66E2" w:rsidSect="004521C0">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B2063" w14:textId="77777777" w:rsidR="00060840" w:rsidRDefault="00060840" w:rsidP="001776CF">
      <w:pPr>
        <w:spacing w:after="0" w:line="240" w:lineRule="auto"/>
      </w:pPr>
      <w:r>
        <w:separator/>
      </w:r>
    </w:p>
  </w:endnote>
  <w:endnote w:type="continuationSeparator" w:id="0">
    <w:p w14:paraId="12AA31CB" w14:textId="77777777" w:rsidR="00060840" w:rsidRDefault="00060840" w:rsidP="00177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itter">
    <w:panose1 w:val="00000500000000000000"/>
    <w:charset w:val="4D"/>
    <w:family w:val="auto"/>
    <w:pitch w:val="variable"/>
    <w:sig w:usb0="A00002FF" w:usb1="400020FB" w:usb2="00000000" w:usb3="00000000" w:csb0="00000197" w:csb1="00000000"/>
  </w:font>
  <w:font w:name="Emmaus Black">
    <w:altName w:val="Emmaus Black"/>
    <w:panose1 w:val="020B0604020202020204"/>
    <w:charset w:val="4D"/>
    <w:family w:val="auto"/>
    <w:notTrueType/>
    <w:pitch w:val="variable"/>
    <w:sig w:usb0="00000003" w:usb1="00000000" w:usb2="00000000" w:usb3="00000000" w:csb0="00000001" w:csb1="00000000"/>
  </w:font>
  <w:font w:name="MinionPro-Regular">
    <w:altName w:val="Calibri"/>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mmaus (OTF) DemiBold">
    <w:altName w:val="Emmaus"/>
    <w:panose1 w:val="02000606000000020004"/>
    <w:charset w:val="00"/>
    <w:family w:val="auto"/>
    <w:notTrueType/>
    <w:pitch w:val="variable"/>
    <w:sig w:usb0="00000003" w:usb1="00000000" w:usb2="00000000" w:usb3="00000000" w:csb0="00000001" w:csb1="00000000"/>
  </w:font>
  <w:font w:name="Bitter Medium">
    <w:altName w:val="Bitter"/>
    <w:panose1 w:val="00000000000000000000"/>
    <w:charset w:val="4D"/>
    <w:family w:val="auto"/>
    <w:pitch w:val="variable"/>
    <w:sig w:usb0="A00002FF" w:usb1="400020FB" w:usb2="00000000" w:usb3="00000000" w:csb0="00000197" w:csb1="00000000"/>
  </w:font>
  <w:font w:name="Emmaus">
    <w:panose1 w:val="020006060000000200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mmaus Light">
    <w:panose1 w:val="00000400000000000000"/>
    <w:charset w:val="4D"/>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1EDA7" w14:textId="6F9C1A32" w:rsidR="00696971" w:rsidRPr="00B071AE" w:rsidRDefault="00696971" w:rsidP="004B07F1">
    <w:pPr>
      <w:spacing w:after="0"/>
      <w:rPr>
        <w:rFonts w:ascii="Emmaus" w:hAnsi="Emmaus"/>
        <w:color w:val="262626"/>
        <w:sz w:val="20"/>
        <w:szCs w:val="20"/>
        <w:lang w:val="en-US"/>
      </w:rPr>
    </w:pPr>
    <w:r w:rsidRPr="005A2EC2">
      <w:rPr>
        <w:rFonts w:ascii="Emmaus" w:hAnsi="Emmaus"/>
        <w:color w:val="262626"/>
        <w:sz w:val="20"/>
        <w:szCs w:val="20"/>
        <w:lang w:val="en-US"/>
      </w:rPr>
      <w:t>Emmaus Europe is the decentralised organization of Emmaus International in Europe.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BC7DE" w14:textId="77777777" w:rsidR="00060840" w:rsidRDefault="00060840" w:rsidP="001776CF">
      <w:pPr>
        <w:spacing w:after="0" w:line="240" w:lineRule="auto"/>
      </w:pPr>
      <w:r>
        <w:separator/>
      </w:r>
    </w:p>
  </w:footnote>
  <w:footnote w:type="continuationSeparator" w:id="0">
    <w:p w14:paraId="7F09E6D8" w14:textId="77777777" w:rsidR="00060840" w:rsidRDefault="00060840" w:rsidP="001776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B26C9"/>
    <w:multiLevelType w:val="hybridMultilevel"/>
    <w:tmpl w:val="576419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C07285D"/>
    <w:multiLevelType w:val="hybridMultilevel"/>
    <w:tmpl w:val="77AA5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62248390">
    <w:abstractNumId w:val="1"/>
  </w:num>
  <w:num w:numId="2" w16cid:durableId="164174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F81"/>
    <w:rsid w:val="00004A05"/>
    <w:rsid w:val="0001358E"/>
    <w:rsid w:val="00060840"/>
    <w:rsid w:val="000847CC"/>
    <w:rsid w:val="00090949"/>
    <w:rsid w:val="0009125F"/>
    <w:rsid w:val="000A1EB7"/>
    <w:rsid w:val="00114EFA"/>
    <w:rsid w:val="00131305"/>
    <w:rsid w:val="00140830"/>
    <w:rsid w:val="00176F23"/>
    <w:rsid w:val="001776CF"/>
    <w:rsid w:val="00205885"/>
    <w:rsid w:val="00215E77"/>
    <w:rsid w:val="002166FC"/>
    <w:rsid w:val="00297A98"/>
    <w:rsid w:val="002A51D5"/>
    <w:rsid w:val="00325684"/>
    <w:rsid w:val="00340819"/>
    <w:rsid w:val="003421DF"/>
    <w:rsid w:val="003451C4"/>
    <w:rsid w:val="003D6446"/>
    <w:rsid w:val="003E3A49"/>
    <w:rsid w:val="003F1469"/>
    <w:rsid w:val="00412E25"/>
    <w:rsid w:val="004270D2"/>
    <w:rsid w:val="004521C0"/>
    <w:rsid w:val="004618B2"/>
    <w:rsid w:val="00470715"/>
    <w:rsid w:val="00485E21"/>
    <w:rsid w:val="004B0598"/>
    <w:rsid w:val="004B07F1"/>
    <w:rsid w:val="004D1428"/>
    <w:rsid w:val="004D2401"/>
    <w:rsid w:val="004F0ED6"/>
    <w:rsid w:val="005132DE"/>
    <w:rsid w:val="00540DCF"/>
    <w:rsid w:val="00544DDC"/>
    <w:rsid w:val="005632BF"/>
    <w:rsid w:val="00592A39"/>
    <w:rsid w:val="005A2EC2"/>
    <w:rsid w:val="005A64CE"/>
    <w:rsid w:val="005A6DE7"/>
    <w:rsid w:val="005B014F"/>
    <w:rsid w:val="005D1050"/>
    <w:rsid w:val="005D4CB5"/>
    <w:rsid w:val="006019E6"/>
    <w:rsid w:val="00632016"/>
    <w:rsid w:val="00665DC7"/>
    <w:rsid w:val="00681AB1"/>
    <w:rsid w:val="00685D03"/>
    <w:rsid w:val="00696971"/>
    <w:rsid w:val="006B2521"/>
    <w:rsid w:val="006B551D"/>
    <w:rsid w:val="006D2D2F"/>
    <w:rsid w:val="006F7CE7"/>
    <w:rsid w:val="007036E2"/>
    <w:rsid w:val="00705E40"/>
    <w:rsid w:val="00712B91"/>
    <w:rsid w:val="007414C9"/>
    <w:rsid w:val="0074495B"/>
    <w:rsid w:val="007547E1"/>
    <w:rsid w:val="007841BA"/>
    <w:rsid w:val="007928A4"/>
    <w:rsid w:val="007B5B48"/>
    <w:rsid w:val="007E0B8E"/>
    <w:rsid w:val="007E4C5F"/>
    <w:rsid w:val="00811FBE"/>
    <w:rsid w:val="00817F4B"/>
    <w:rsid w:val="00823413"/>
    <w:rsid w:val="0083099F"/>
    <w:rsid w:val="0086546D"/>
    <w:rsid w:val="00891B67"/>
    <w:rsid w:val="00896842"/>
    <w:rsid w:val="008A57E1"/>
    <w:rsid w:val="008D36DD"/>
    <w:rsid w:val="009171BD"/>
    <w:rsid w:val="00942F87"/>
    <w:rsid w:val="009434EA"/>
    <w:rsid w:val="00967AF0"/>
    <w:rsid w:val="0097096C"/>
    <w:rsid w:val="00974231"/>
    <w:rsid w:val="00987954"/>
    <w:rsid w:val="009A5C4D"/>
    <w:rsid w:val="009B1E6B"/>
    <w:rsid w:val="009B3581"/>
    <w:rsid w:val="009B5E9C"/>
    <w:rsid w:val="009E589A"/>
    <w:rsid w:val="00A22C72"/>
    <w:rsid w:val="00A4197C"/>
    <w:rsid w:val="00A51085"/>
    <w:rsid w:val="00A923C4"/>
    <w:rsid w:val="00AA3B49"/>
    <w:rsid w:val="00AC1E6F"/>
    <w:rsid w:val="00AE5C4F"/>
    <w:rsid w:val="00B0282E"/>
    <w:rsid w:val="00B071AE"/>
    <w:rsid w:val="00B17A88"/>
    <w:rsid w:val="00B360F8"/>
    <w:rsid w:val="00B4773E"/>
    <w:rsid w:val="00B6268B"/>
    <w:rsid w:val="00B71754"/>
    <w:rsid w:val="00BA0972"/>
    <w:rsid w:val="00BB0D3E"/>
    <w:rsid w:val="00BB5976"/>
    <w:rsid w:val="00C404DB"/>
    <w:rsid w:val="00C52CDA"/>
    <w:rsid w:val="00C6742E"/>
    <w:rsid w:val="00CB3FEC"/>
    <w:rsid w:val="00CC313D"/>
    <w:rsid w:val="00CC6993"/>
    <w:rsid w:val="00CE66E2"/>
    <w:rsid w:val="00CE689B"/>
    <w:rsid w:val="00D13027"/>
    <w:rsid w:val="00D14A4E"/>
    <w:rsid w:val="00D41E32"/>
    <w:rsid w:val="00D64133"/>
    <w:rsid w:val="00D66725"/>
    <w:rsid w:val="00D7345B"/>
    <w:rsid w:val="00D86ED9"/>
    <w:rsid w:val="00DE4CC8"/>
    <w:rsid w:val="00E1524E"/>
    <w:rsid w:val="00E52A6F"/>
    <w:rsid w:val="00E67411"/>
    <w:rsid w:val="00E67E34"/>
    <w:rsid w:val="00E9762B"/>
    <w:rsid w:val="00EB5151"/>
    <w:rsid w:val="00F04F81"/>
    <w:rsid w:val="00F23713"/>
    <w:rsid w:val="00F346E7"/>
    <w:rsid w:val="00F853C1"/>
    <w:rsid w:val="00FB5B30"/>
    <w:rsid w:val="00FE20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BEB45"/>
  <w15:chartTrackingRefBased/>
  <w15:docId w15:val="{3BA7E879-05AF-8B47-8916-0810D2A7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tter" w:eastAsia="Bitter" w:hAnsi="Bitter"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uiPriority w:val="9"/>
    <w:qFormat/>
    <w:rsid w:val="004521C0"/>
    <w:pPr>
      <w:keepNext/>
      <w:keepLines/>
      <w:spacing w:before="240" w:after="0"/>
      <w:outlineLvl w:val="0"/>
    </w:pPr>
    <w:rPr>
      <w:rFonts w:asciiTheme="majorHAnsi" w:eastAsiaTheme="majorEastAsia" w:hAnsiTheme="majorHAnsi" w:cstheme="majorBidi"/>
      <w:color w:val="00697E" w:themeColor="accent1" w:themeShade="BF"/>
      <w:sz w:val="32"/>
      <w:szCs w:val="32"/>
    </w:rPr>
  </w:style>
  <w:style w:type="paragraph" w:styleId="Titre2">
    <w:name w:val="heading 2"/>
    <w:basedOn w:val="Normal"/>
    <w:next w:val="Normal"/>
    <w:link w:val="Titre2Car"/>
    <w:uiPriority w:val="9"/>
    <w:unhideWhenUsed/>
    <w:qFormat/>
    <w:rsid w:val="00D7345B"/>
    <w:pPr>
      <w:keepNext/>
      <w:keepLines/>
      <w:spacing w:before="40" w:after="0"/>
      <w:outlineLvl w:val="1"/>
    </w:pPr>
    <w:rPr>
      <w:rFonts w:asciiTheme="majorHAnsi" w:eastAsiaTheme="majorEastAsia" w:hAnsiTheme="majorHAnsi" w:cstheme="majorBidi"/>
      <w:color w:val="00697E"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776CF"/>
    <w:pPr>
      <w:tabs>
        <w:tab w:val="center" w:pos="4536"/>
        <w:tab w:val="right" w:pos="9072"/>
      </w:tabs>
      <w:spacing w:after="0" w:line="240" w:lineRule="auto"/>
    </w:pPr>
  </w:style>
  <w:style w:type="character" w:customStyle="1" w:styleId="En-tteCar">
    <w:name w:val="En-tête Car"/>
    <w:basedOn w:val="Policepardfaut"/>
    <w:link w:val="En-tte"/>
    <w:uiPriority w:val="99"/>
    <w:rsid w:val="001776CF"/>
  </w:style>
  <w:style w:type="paragraph" w:styleId="Pieddepage">
    <w:name w:val="footer"/>
    <w:basedOn w:val="Normal"/>
    <w:link w:val="PieddepageCar"/>
    <w:uiPriority w:val="99"/>
    <w:unhideWhenUsed/>
    <w:rsid w:val="001776C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76CF"/>
  </w:style>
  <w:style w:type="paragraph" w:customStyle="1" w:styleId="Paragraphestandard">
    <w:name w:val="[Paragraphe standard]"/>
    <w:basedOn w:val="Normal"/>
    <w:uiPriority w:val="99"/>
    <w:rsid w:val="001776CF"/>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Paragraphedeliste">
    <w:name w:val="List Paragraph"/>
    <w:basedOn w:val="Normal"/>
    <w:uiPriority w:val="34"/>
    <w:qFormat/>
    <w:rsid w:val="0083099F"/>
    <w:pPr>
      <w:spacing w:after="0" w:line="240" w:lineRule="auto"/>
      <w:ind w:left="720"/>
      <w:contextualSpacing/>
    </w:pPr>
    <w:rPr>
      <w:rFonts w:ascii="Calibri" w:hAnsi="Calibri" w:cs="Calibri"/>
      <w:lang w:eastAsia="fr-FR"/>
    </w:rPr>
  </w:style>
  <w:style w:type="paragraph" w:styleId="NormalWeb">
    <w:name w:val="Normal (Web)"/>
    <w:basedOn w:val="Normal"/>
    <w:uiPriority w:val="99"/>
    <w:semiHidden/>
    <w:unhideWhenUsed/>
    <w:rsid w:val="00004A05"/>
    <w:pPr>
      <w:spacing w:before="100" w:beforeAutospacing="1" w:after="100" w:afterAutospacing="1" w:line="240" w:lineRule="auto"/>
    </w:pPr>
    <w:rPr>
      <w:rFonts w:ascii="Times New Roman" w:eastAsia="Times New Roman" w:hAnsi="Times New Roman"/>
      <w:sz w:val="24"/>
      <w:szCs w:val="24"/>
      <w:lang w:eastAsia="fr-FR"/>
    </w:rPr>
  </w:style>
  <w:style w:type="table" w:styleId="Grilledutableau">
    <w:name w:val="Table Grid"/>
    <w:basedOn w:val="TableauNormal"/>
    <w:uiPriority w:val="39"/>
    <w:rsid w:val="00FB5B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sCONTACTS">
    <w:name w:val="Contacts (CONTACTS)"/>
    <w:basedOn w:val="Normal"/>
    <w:uiPriority w:val="99"/>
    <w:rsid w:val="00592A39"/>
    <w:pPr>
      <w:autoSpaceDE w:val="0"/>
      <w:autoSpaceDN w:val="0"/>
      <w:adjustRightInd w:val="0"/>
      <w:spacing w:after="0" w:line="190" w:lineRule="atLeast"/>
      <w:textAlignment w:val="center"/>
    </w:pPr>
    <w:rPr>
      <w:rFonts w:ascii="Emmaus (OTF) DemiBold" w:hAnsi="Emmaus (OTF) DemiBold" w:cs="Emmaus (OTF) DemiBold"/>
      <w:b/>
      <w:bCs/>
      <w:color w:val="154A68"/>
      <w:sz w:val="17"/>
      <w:szCs w:val="17"/>
    </w:rPr>
  </w:style>
  <w:style w:type="paragraph" w:customStyle="1" w:styleId="Contacts-SiteCONTACTS">
    <w:name w:val="Contacts-Site (CONTACTS)"/>
    <w:basedOn w:val="Normal"/>
    <w:uiPriority w:val="99"/>
    <w:rsid w:val="00592A39"/>
    <w:pPr>
      <w:autoSpaceDE w:val="0"/>
      <w:autoSpaceDN w:val="0"/>
      <w:adjustRightInd w:val="0"/>
      <w:spacing w:after="0" w:line="190" w:lineRule="atLeast"/>
      <w:textAlignment w:val="center"/>
    </w:pPr>
    <w:rPr>
      <w:rFonts w:ascii="Emmaus (OTF) DemiBold" w:hAnsi="Emmaus (OTF) DemiBold" w:cs="Emmaus (OTF) DemiBold"/>
      <w:b/>
      <w:bCs/>
      <w:color w:val="154A68"/>
      <w:sz w:val="17"/>
      <w:szCs w:val="17"/>
      <w:u w:val="thick"/>
    </w:rPr>
  </w:style>
  <w:style w:type="paragraph" w:styleId="Sous-titre">
    <w:name w:val="Subtitle"/>
    <w:basedOn w:val="Normal"/>
    <w:next w:val="Normal"/>
    <w:link w:val="Sous-titreCar"/>
    <w:uiPriority w:val="11"/>
    <w:qFormat/>
    <w:rsid w:val="004D2401"/>
    <w:pPr>
      <w:numPr>
        <w:ilvl w:val="1"/>
      </w:numPr>
    </w:pPr>
    <w:rPr>
      <w:rFonts w:asciiTheme="minorHAnsi" w:eastAsiaTheme="minorEastAsia" w:hAnsiTheme="minorHAnsi" w:cstheme="minorBidi"/>
      <w:color w:val="727272" w:themeColor="text1" w:themeTint="A5"/>
      <w:spacing w:val="15"/>
    </w:rPr>
  </w:style>
  <w:style w:type="character" w:customStyle="1" w:styleId="Sous-titreCar">
    <w:name w:val="Sous-titre Car"/>
    <w:basedOn w:val="Policepardfaut"/>
    <w:link w:val="Sous-titre"/>
    <w:uiPriority w:val="11"/>
    <w:rsid w:val="004D2401"/>
    <w:rPr>
      <w:rFonts w:asciiTheme="minorHAnsi" w:eastAsiaTheme="minorEastAsia" w:hAnsiTheme="minorHAnsi" w:cstheme="minorBidi"/>
      <w:color w:val="727272" w:themeColor="text1" w:themeTint="A5"/>
      <w:spacing w:val="15"/>
      <w:sz w:val="22"/>
      <w:szCs w:val="22"/>
      <w:lang w:eastAsia="en-US"/>
    </w:rPr>
  </w:style>
  <w:style w:type="paragraph" w:styleId="Titre">
    <w:name w:val="Title"/>
    <w:basedOn w:val="Normal"/>
    <w:next w:val="Normal"/>
    <w:link w:val="TitreCar"/>
    <w:uiPriority w:val="10"/>
    <w:qFormat/>
    <w:rsid w:val="004521C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21C0"/>
    <w:rPr>
      <w:rFonts w:asciiTheme="majorHAnsi" w:eastAsiaTheme="majorEastAsia" w:hAnsiTheme="majorHAnsi" w:cstheme="majorBidi"/>
      <w:spacing w:val="-10"/>
      <w:kern w:val="28"/>
      <w:sz w:val="56"/>
      <w:szCs w:val="56"/>
      <w:lang w:eastAsia="en-US"/>
    </w:rPr>
  </w:style>
  <w:style w:type="character" w:customStyle="1" w:styleId="Titre1Car">
    <w:name w:val="Titre 1 Car"/>
    <w:basedOn w:val="Policepardfaut"/>
    <w:link w:val="Titre1"/>
    <w:uiPriority w:val="9"/>
    <w:rsid w:val="004521C0"/>
    <w:rPr>
      <w:rFonts w:asciiTheme="majorHAnsi" w:eastAsiaTheme="majorEastAsia" w:hAnsiTheme="majorHAnsi" w:cstheme="majorBidi"/>
      <w:color w:val="00697E" w:themeColor="accent1" w:themeShade="BF"/>
      <w:sz w:val="32"/>
      <w:szCs w:val="32"/>
      <w:lang w:eastAsia="en-US"/>
    </w:rPr>
  </w:style>
  <w:style w:type="paragraph" w:customStyle="1" w:styleId="Default">
    <w:name w:val="Default"/>
    <w:rsid w:val="009171BD"/>
    <w:pPr>
      <w:autoSpaceDE w:val="0"/>
      <w:autoSpaceDN w:val="0"/>
      <w:adjustRightInd w:val="0"/>
    </w:pPr>
    <w:rPr>
      <w:rFonts w:ascii="Bitter Medium" w:hAnsi="Bitter Medium" w:cs="Bitter Medium"/>
      <w:color w:val="000000"/>
      <w:sz w:val="24"/>
      <w:szCs w:val="24"/>
    </w:rPr>
  </w:style>
  <w:style w:type="character" w:customStyle="1" w:styleId="A2">
    <w:name w:val="A2"/>
    <w:uiPriority w:val="99"/>
    <w:rsid w:val="009171BD"/>
    <w:rPr>
      <w:rFonts w:cs="Bitter Medium"/>
      <w:color w:val="221E1F"/>
      <w:sz w:val="22"/>
      <w:szCs w:val="22"/>
    </w:rPr>
  </w:style>
  <w:style w:type="character" w:styleId="Lienhypertexte">
    <w:name w:val="Hyperlink"/>
    <w:basedOn w:val="Policepardfaut"/>
    <w:uiPriority w:val="99"/>
    <w:unhideWhenUsed/>
    <w:rsid w:val="006D2D2F"/>
    <w:rPr>
      <w:color w:val="154A68" w:themeColor="accent4"/>
      <w:u w:val="single"/>
    </w:rPr>
  </w:style>
  <w:style w:type="character" w:styleId="Mentionnonrsolue">
    <w:name w:val="Unresolved Mention"/>
    <w:basedOn w:val="Policepardfaut"/>
    <w:uiPriority w:val="99"/>
    <w:semiHidden/>
    <w:unhideWhenUsed/>
    <w:rsid w:val="00D7345B"/>
    <w:rPr>
      <w:color w:val="605E5C"/>
      <w:shd w:val="clear" w:color="auto" w:fill="E1DFDD"/>
    </w:rPr>
  </w:style>
  <w:style w:type="character" w:styleId="Accentuationlgre">
    <w:name w:val="Subtle Emphasis"/>
    <w:basedOn w:val="Policepardfaut"/>
    <w:uiPriority w:val="19"/>
    <w:qFormat/>
    <w:rsid w:val="00D7345B"/>
    <w:rPr>
      <w:i/>
      <w:iCs/>
      <w:color w:val="5C5C5C" w:themeColor="text1" w:themeTint="BF"/>
    </w:rPr>
  </w:style>
  <w:style w:type="character" w:customStyle="1" w:styleId="Titre2Car">
    <w:name w:val="Titre 2 Car"/>
    <w:basedOn w:val="Policepardfaut"/>
    <w:link w:val="Titre2"/>
    <w:uiPriority w:val="9"/>
    <w:rsid w:val="00D7345B"/>
    <w:rPr>
      <w:rFonts w:asciiTheme="majorHAnsi" w:eastAsiaTheme="majorEastAsia" w:hAnsiTheme="majorHAnsi" w:cstheme="majorBidi"/>
      <w:color w:val="00697E" w:themeColor="accent1" w:themeShade="BF"/>
      <w:sz w:val="26"/>
      <w:szCs w:val="26"/>
      <w:lang w:eastAsia="en-US"/>
    </w:rPr>
  </w:style>
  <w:style w:type="paragraph" w:styleId="Sansinterligne">
    <w:name w:val="No Spacing"/>
    <w:uiPriority w:val="1"/>
    <w:qFormat/>
    <w:rsid w:val="005D105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2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ections2026@emmaus-europe.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ienvenue/Library/CloudStorage/OneDrive-EMMAUSFRANCE/Emmau&#776;s%20Europe%20-%20AG%20elective%202026/04%20-%20Vote%20et%20candidatures/Appel%202026/Source/CEI/EN_CEI-template-questions.dotx" TargetMode="External"/></Relationships>
</file>

<file path=word/theme/theme1.xml><?xml version="1.0" encoding="utf-8"?>
<a:theme xmlns:a="http://schemas.openxmlformats.org/drawingml/2006/main" name="Thème Office">
  <a:themeElements>
    <a:clrScheme name="Emmaüs Europe">
      <a:dk1>
        <a:srgbClr val="262626"/>
      </a:dk1>
      <a:lt1>
        <a:sysClr val="window" lastClr="FFFFFF"/>
      </a:lt1>
      <a:dk2>
        <a:srgbClr val="3A3838"/>
      </a:dk2>
      <a:lt2>
        <a:srgbClr val="FFFFFF"/>
      </a:lt2>
      <a:accent1>
        <a:srgbClr val="008DA9"/>
      </a:accent1>
      <a:accent2>
        <a:srgbClr val="EF7D00"/>
      </a:accent2>
      <a:accent3>
        <a:srgbClr val="5FC4E1"/>
      </a:accent3>
      <a:accent4>
        <a:srgbClr val="154A68"/>
      </a:accent4>
      <a:accent5>
        <a:srgbClr val="87BD29"/>
      </a:accent5>
      <a:accent6>
        <a:srgbClr val="E30613"/>
      </a:accent6>
      <a:hlink>
        <a:srgbClr val="0563C1"/>
      </a:hlink>
      <a:folHlink>
        <a:srgbClr val="0563C1"/>
      </a:folHlink>
    </a:clrScheme>
    <a:fontScheme name="Personnalisé 1">
      <a:majorFont>
        <a:latin typeface="Emmaus Black"/>
        <a:ea typeface=""/>
        <a:cs typeface=""/>
      </a:majorFont>
      <a:minorFont>
        <a:latin typeface="Bitte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E9534CB420A449B4600DF40525D8A9" ma:contentTypeVersion="20" ma:contentTypeDescription="Crée un document." ma:contentTypeScope="" ma:versionID="f07796ffe4e91795d6c6bb07f05386b5">
  <xsd:schema xmlns:xsd="http://www.w3.org/2001/XMLSchema" xmlns:xs="http://www.w3.org/2001/XMLSchema" xmlns:p="http://schemas.microsoft.com/office/2006/metadata/properties" xmlns:ns2="08dc16fa-7fd3-4f34-9d5e-9df766933fe9" xmlns:ns3="f68ee76f-3f90-4749-8e75-3a466148b847" targetNamespace="http://schemas.microsoft.com/office/2006/metadata/properties" ma:root="true" ma:fieldsID="c653e6d945bf5a5864aa511bde4753ab" ns2:_="" ns3:_="">
    <xsd:import namespace="08dc16fa-7fd3-4f34-9d5e-9df766933fe9"/>
    <xsd:import namespace="f68ee76f-3f90-4749-8e75-3a466148b8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c16fa-7fd3-4f34-9d5e-9df766933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867b5f3-d182-4c57-9fe5-93b1dfbdaf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8ee76f-3f90-4749-8e75-3a466148b847"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689c76db-4c66-46a2-ad49-54fa0acf2b9d}" ma:internalName="TaxCatchAll" ma:showField="CatchAllData" ma:web="f68ee76f-3f90-4749-8e75-3a466148b8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dc16fa-7fd3-4f34-9d5e-9df766933fe9">
      <Terms xmlns="http://schemas.microsoft.com/office/infopath/2007/PartnerControls"/>
    </lcf76f155ced4ddcb4097134ff3c332f>
    <TaxCatchAll xmlns="f68ee76f-3f90-4749-8e75-3a466148b847" xsi:nil="true"/>
  </documentManagement>
</p:properties>
</file>

<file path=customXml/itemProps1.xml><?xml version="1.0" encoding="utf-8"?>
<ds:datastoreItem xmlns:ds="http://schemas.openxmlformats.org/officeDocument/2006/customXml" ds:itemID="{D5F6425C-2C7E-4500-A33D-48797038AB13}">
  <ds:schemaRefs>
    <ds:schemaRef ds:uri="http://schemas.microsoft.com/sharepoint/v3/contenttype/forms"/>
  </ds:schemaRefs>
</ds:datastoreItem>
</file>

<file path=customXml/itemProps2.xml><?xml version="1.0" encoding="utf-8"?>
<ds:datastoreItem xmlns:ds="http://schemas.openxmlformats.org/officeDocument/2006/customXml" ds:itemID="{AE072370-701B-4CD8-88CA-3735DF6B1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c16fa-7fd3-4f34-9d5e-9df766933fe9"/>
    <ds:schemaRef ds:uri="f68ee76f-3f90-4749-8e75-3a466148b8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10AB69-798B-8745-B933-27CF92CC13CC}">
  <ds:schemaRefs>
    <ds:schemaRef ds:uri="http://schemas.openxmlformats.org/officeDocument/2006/bibliography"/>
  </ds:schemaRefs>
</ds:datastoreItem>
</file>

<file path=customXml/itemProps4.xml><?xml version="1.0" encoding="utf-8"?>
<ds:datastoreItem xmlns:ds="http://schemas.openxmlformats.org/officeDocument/2006/customXml" ds:itemID="{1A4E53DB-6BA5-4C36-91A7-C5C81B8D1772}">
  <ds:schemaRefs>
    <ds:schemaRef ds:uri="http://schemas.microsoft.com/office/2006/metadata/properties"/>
    <ds:schemaRef ds:uri="http://schemas.microsoft.com/office/infopath/2007/PartnerControls"/>
    <ds:schemaRef ds:uri="08dc16fa-7fd3-4f34-9d5e-9df766933fe9"/>
    <ds:schemaRef ds:uri="f68ee76f-3f90-4749-8e75-3a466148b847"/>
  </ds:schemaRefs>
</ds:datastoreItem>
</file>

<file path=docProps/app.xml><?xml version="1.0" encoding="utf-8"?>
<Properties xmlns="http://schemas.openxmlformats.org/officeDocument/2006/extended-properties" xmlns:vt="http://schemas.openxmlformats.org/officeDocument/2006/docPropsVTypes">
  <Template>EN_CEI-template-questions.dotx</Template>
  <TotalTime>27</TotalTime>
  <Pages>1</Pages>
  <Words>134</Words>
  <Characters>676</Characters>
  <Application>Microsoft Office Word</Application>
  <DocSecurity>0</DocSecurity>
  <Lines>32</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Bienvenue </dc:creator>
  <cp:keywords/>
  <dc:description/>
  <cp:lastModifiedBy>Yelena YVOZ</cp:lastModifiedBy>
  <cp:revision>31</cp:revision>
  <cp:lastPrinted>2021-09-17T17:19:00Z</cp:lastPrinted>
  <dcterms:created xsi:type="dcterms:W3CDTF">2025-10-10T10:35:00Z</dcterms:created>
  <dcterms:modified xsi:type="dcterms:W3CDTF">2025-10-13T09:07:00Z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0x01010090E9534CB420A449B4600DF40525D8A9</vt:lpwstr>
  </property>
  <property fmtid="{D5CDD505-2E9C-101B-9397-08002B2CF9AE}" pid="3" name="MediaServiceImageTags">
    <vt:lpwstr/>
  </property>
</Properties>
</file>